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iCs w:val="0"/>
          <w:color w:val="auto"/>
          <w:sz w:val="24"/>
          <w:szCs w:val="24"/>
          <w:bdr w:val="none" w:sz="0" w:space="0" w:color="auto"/>
          <w:lang w:eastAsia="en-US"/>
        </w:rPr>
        <w:id w:val="512340672"/>
        <w:docPartObj>
          <w:docPartGallery w:val="Cover Pages"/>
          <w:docPartUnique/>
        </w:docPartObj>
      </w:sdtPr>
      <w:sdtEndPr>
        <w:rPr>
          <w:rFonts w:ascii="Helvetica Neue" w:hAnsi="Helvetica Neue" w:cs="Helvetica Neue"/>
          <w:color w:val="303744"/>
          <w14:textFill>
            <w14:solidFill>
              <w14:srgbClr w14:val="303744">
                <w14:lumMod w14:val="50000"/>
              </w14:srgbClr>
            </w14:solidFill>
          </w14:textFill>
        </w:rPr>
      </w:sdtEndPr>
      <w:sdtContent>
        <w:sdt>
          <w:sdtPr>
            <w:rPr>
              <w:rStyle w:val="TitelChar"/>
              <w:color w:val="303744"/>
              <w14:textFill>
                <w14:solidFill>
                  <w14:srgbClr w14:val="303744">
                    <w14:lumMod w14:val="50000"/>
                  </w14:srgbClr>
                </w14:solidFill>
              </w14:textFill>
            </w:rPr>
            <w:alias w:val="Titel"/>
            <w:tag w:val=""/>
            <w:id w:val="1735040861"/>
            <w:placeholder>
              <w:docPart w:val="EA96B398131C2A4BA8EE49C746A0F9C9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rStyle w:val="TitelChar"/>
            </w:rPr>
          </w:sdtEndPr>
          <w:sdtContent>
            <w:p w14:paraId="45382AA6" w14:textId="77777777" w:rsidR="00AE3E8D" w:rsidRPr="00B47E55" w:rsidRDefault="00304062" w:rsidP="009E7A1E">
              <w:pPr>
                <w:pStyle w:val="Geenafstand"/>
                <w:rPr>
                  <w:rStyle w:val="TitelChar"/>
                  <w:color w:val="303744"/>
                  <w14:textFill>
                    <w14:solidFill>
                      <w14:srgbClr w14:val="303744">
                        <w14:lumMod w14:val="50000"/>
                      </w14:srgbClr>
                    </w14:solidFill>
                  </w14:textFill>
                </w:rPr>
              </w:pPr>
              <w:r>
                <w:rPr>
                  <w:rStyle w:val="TitelChar"/>
                  <w:color w:val="303744"/>
                  <w14:textFill>
                    <w14:solidFill>
                      <w14:srgbClr w14:val="303744">
                        <w14:lumMod w14:val="50000"/>
                      </w14:srgbClr>
                    </w14:solidFill>
                  </w14:textFill>
                </w:rPr>
                <w:t>Aanmeldformulier Wonen Bij Elkaar</w:t>
              </w:r>
            </w:p>
          </w:sdtContent>
        </w:sdt>
        <w:sdt>
          <w:sdtPr>
            <w:alias w:val="Ondertitel"/>
            <w:tag w:val=""/>
            <w:id w:val="328029620"/>
            <w:placeholder>
              <w:docPart w:val="E5DF4DB1F73F1947BF473D68F96E76ED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16C8ED76" w14:textId="39E112BC" w:rsidR="00AE3E8D" w:rsidRPr="00CA46D4" w:rsidRDefault="008E050A" w:rsidP="00CA46D4">
              <w:pPr>
                <w:pStyle w:val="versienummer-voorblad"/>
              </w:pPr>
              <w:r>
                <w:t>Versie</w:t>
              </w:r>
              <w:r w:rsidR="00261214">
                <w:t xml:space="preserve"> </w:t>
              </w:r>
              <w:r w:rsidR="009D7554">
                <w:t>4</w:t>
              </w:r>
              <w:r>
                <w:t xml:space="preserve"> </w:t>
              </w:r>
              <w:r w:rsidR="00512420">
                <w:t>–</w:t>
              </w:r>
              <w:r>
                <w:t xml:space="preserve"> </w:t>
              </w:r>
              <w:r w:rsidR="009D7554">
                <w:t>5</w:t>
              </w:r>
              <w:r w:rsidR="00512420">
                <w:t xml:space="preserve"> </w:t>
              </w:r>
              <w:r w:rsidR="009D7554">
                <w:t>januari</w:t>
              </w:r>
              <w:r w:rsidR="00261214">
                <w:t xml:space="preserve"> 202</w:t>
              </w:r>
              <w:r w:rsidR="009D7554">
                <w:t>3</w:t>
              </w:r>
            </w:p>
          </w:sdtContent>
        </w:sdt>
        <w:p w14:paraId="354A8276" w14:textId="77777777" w:rsidR="00AE3E8D" w:rsidRPr="00B47E55" w:rsidRDefault="002202D9" w:rsidP="00BC4504">
          <w:pPr>
            <w:ind w:right="-3"/>
            <w:rPr>
              <w:rFonts w:ascii="Helvetica Neue" w:hAnsi="Helvetica Neue" w:cs="Helvetica Neue"/>
              <w:color w:val="303744"/>
              <w:sz w:val="22"/>
              <w:szCs w:val="22"/>
            </w:rPr>
          </w:pPr>
        </w:p>
      </w:sdtContent>
    </w:sdt>
    <w:p w14:paraId="256A23E8" w14:textId="71BC6566" w:rsidR="009A4802" w:rsidRPr="009A4802" w:rsidRDefault="009A4802" w:rsidP="009A4802">
      <w:pPr>
        <w:pStyle w:val="Kop3"/>
      </w:pPr>
    </w:p>
    <w:tbl>
      <w:tblPr>
        <w:tblW w:w="9567" w:type="dxa"/>
        <w:tblInd w:w="-5" w:type="dxa"/>
        <w:tblBorders>
          <w:top w:val="dotted" w:sz="4" w:space="0" w:color="C6D2CD"/>
          <w:left w:val="dotted" w:sz="4" w:space="0" w:color="C6D2CD"/>
          <w:bottom w:val="dotted" w:sz="4" w:space="0" w:color="C6D2CD"/>
          <w:right w:val="dotted" w:sz="4" w:space="0" w:color="C6D2CD"/>
          <w:insideH w:val="dotted" w:sz="4" w:space="0" w:color="C6D2CD"/>
          <w:insideV w:val="dotted" w:sz="4" w:space="0" w:color="C6D2CD"/>
        </w:tblBorders>
        <w:tblLayout w:type="fixed"/>
        <w:tblLook w:val="0000" w:firstRow="0" w:lastRow="0" w:firstColumn="0" w:lastColumn="0" w:noHBand="0" w:noVBand="0"/>
      </w:tblPr>
      <w:tblGrid>
        <w:gridCol w:w="9567"/>
      </w:tblGrid>
      <w:tr w:rsidR="009A4802" w14:paraId="640A2E6F" w14:textId="77777777" w:rsidTr="00124E6C">
        <w:trPr>
          <w:trHeight w:val="290"/>
        </w:trPr>
        <w:tc>
          <w:tcPr>
            <w:tcW w:w="9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2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04814" w14:textId="77777777" w:rsidR="009A4802" w:rsidRPr="009A4802" w:rsidRDefault="009A4802" w:rsidP="009A4802">
            <w:pPr>
              <w:pStyle w:val="Kop3"/>
            </w:pPr>
            <w:proofErr w:type="gramStart"/>
            <w:r w:rsidRPr="009A4802">
              <w:t xml:space="preserve">Datum:   </w:t>
            </w:r>
            <w:proofErr w:type="gramEnd"/>
            <w:r w:rsidRPr="009A4802">
              <w:t xml:space="preserve">                                                                                         Ingevuld door: </w:t>
            </w:r>
          </w:p>
        </w:tc>
      </w:tr>
    </w:tbl>
    <w:p w14:paraId="75A44C3C" w14:textId="77777777" w:rsidR="009A4802" w:rsidRPr="00237CB1" w:rsidRDefault="009A4802" w:rsidP="009A4802">
      <w:pPr>
        <w:rPr>
          <w:lang w:eastAsia="zh-CN"/>
        </w:rPr>
      </w:pPr>
    </w:p>
    <w:tbl>
      <w:tblPr>
        <w:tblW w:w="9567" w:type="dxa"/>
        <w:tblInd w:w="-5" w:type="dxa"/>
        <w:tblBorders>
          <w:top w:val="dotted" w:sz="4" w:space="0" w:color="C6D2CD"/>
          <w:left w:val="dotted" w:sz="4" w:space="0" w:color="C6D2CD"/>
          <w:bottom w:val="dotted" w:sz="4" w:space="0" w:color="C6D2CD"/>
          <w:right w:val="dotted" w:sz="4" w:space="0" w:color="C6D2CD"/>
          <w:insideH w:val="dotted" w:sz="4" w:space="0" w:color="C6D2CD"/>
          <w:insideV w:val="dotted" w:sz="4" w:space="0" w:color="C6D2CD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716"/>
      </w:tblGrid>
      <w:tr w:rsidR="009A4802" w:rsidRPr="005175FD" w14:paraId="13D6E3F4" w14:textId="77777777" w:rsidTr="00124E6C">
        <w:trPr>
          <w:trHeight w:val="290"/>
        </w:trPr>
        <w:tc>
          <w:tcPr>
            <w:tcW w:w="9567" w:type="dxa"/>
            <w:gridSpan w:val="2"/>
            <w:shd w:val="clear" w:color="auto" w:fill="C6D2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D99ED" w14:textId="77777777" w:rsidR="009A4802" w:rsidRPr="00237CB1" w:rsidRDefault="009A4802" w:rsidP="009A4802">
            <w:pPr>
              <w:pStyle w:val="Kop3"/>
              <w:rPr>
                <w:rFonts w:ascii="Helvetica Neue" w:hAnsi="Helvetica Neue" w:cs="Helvetica Neue"/>
                <w:color w:val="000000"/>
                <w:sz w:val="22"/>
                <w:szCs w:val="22"/>
              </w:rPr>
            </w:pPr>
            <w:r>
              <w:t xml:space="preserve">Type hulpverlening waarvoor cliënt of gezin wordt aangemeld: </w:t>
            </w:r>
          </w:p>
        </w:tc>
      </w:tr>
      <w:tr w:rsidR="005B3EE1" w14:paraId="0F5CD1BD" w14:textId="77777777" w:rsidTr="00124E6C">
        <w:trPr>
          <w:trHeight w:val="270"/>
        </w:trPr>
        <w:tc>
          <w:tcPr>
            <w:tcW w:w="85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3CCBA" w14:textId="41C3D9D3" w:rsidR="005B3EE1" w:rsidRDefault="005B3EE1" w:rsidP="005B3EE1">
            <w:pPr>
              <w:pStyle w:val="Geenafstand"/>
              <w:rPr>
                <w:highlight w:val="white"/>
              </w:rPr>
            </w:pPr>
            <w:r>
              <w:rPr>
                <w:rFonts w:ascii="Wingdings 2" w:hAnsi="Wingdings 2"/>
                <w:highlight w:val="white"/>
                <w:bdr w:val="none" w:sz="0" w:space="0" w:color="auto"/>
              </w:rPr>
              <w:t>£</w:t>
            </w:r>
          </w:p>
        </w:tc>
        <w:tc>
          <w:tcPr>
            <w:tcW w:w="8716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1C12D" w14:textId="09C60783" w:rsidR="005B3EE1" w:rsidRDefault="005B3EE1" w:rsidP="005B3EE1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Gezinshuis</w:t>
            </w:r>
          </w:p>
        </w:tc>
      </w:tr>
      <w:tr w:rsidR="005B3EE1" w14:paraId="0FADA2F2" w14:textId="77777777" w:rsidTr="00124E6C">
        <w:trPr>
          <w:trHeight w:val="270"/>
        </w:trPr>
        <w:tc>
          <w:tcPr>
            <w:tcW w:w="85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6F2D5" w14:textId="36819BE4" w:rsidR="005B3EE1" w:rsidRDefault="005B3EE1" w:rsidP="005B3EE1">
            <w:pPr>
              <w:pStyle w:val="Geenafstand"/>
              <w:rPr>
                <w:highlight w:val="white"/>
              </w:rPr>
            </w:pPr>
            <w:r>
              <w:rPr>
                <w:rFonts w:ascii="Wingdings 2" w:hAnsi="Wingdings 2"/>
                <w:highlight w:val="white"/>
                <w:bdr w:val="none" w:sz="0" w:space="0" w:color="auto"/>
              </w:rPr>
              <w:t>£</w:t>
            </w:r>
          </w:p>
        </w:tc>
        <w:tc>
          <w:tcPr>
            <w:tcW w:w="8716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ED7E8" w14:textId="30AB63C5" w:rsidR="005B3EE1" w:rsidRDefault="005B3EE1" w:rsidP="005B3EE1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Crisisplaatsing</w:t>
            </w:r>
          </w:p>
        </w:tc>
      </w:tr>
      <w:tr w:rsidR="005B3EE1" w14:paraId="15825531" w14:textId="77777777" w:rsidTr="00124E6C">
        <w:trPr>
          <w:trHeight w:val="270"/>
        </w:trPr>
        <w:tc>
          <w:tcPr>
            <w:tcW w:w="85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0D238" w14:textId="17634905" w:rsidR="005B3EE1" w:rsidRDefault="005B3EE1" w:rsidP="005B3EE1">
            <w:pPr>
              <w:pStyle w:val="Geenafstand"/>
              <w:rPr>
                <w:highlight w:val="white"/>
              </w:rPr>
            </w:pPr>
            <w:r>
              <w:rPr>
                <w:rFonts w:ascii="Wingdings 2" w:hAnsi="Wingdings 2"/>
                <w:highlight w:val="white"/>
                <w:bdr w:val="none" w:sz="0" w:space="0" w:color="auto"/>
              </w:rPr>
              <w:t>£</w:t>
            </w:r>
          </w:p>
        </w:tc>
        <w:tc>
          <w:tcPr>
            <w:tcW w:w="8716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D5994" w14:textId="049877DC" w:rsidR="005B3EE1" w:rsidRDefault="005B3EE1" w:rsidP="005B3EE1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Observatie met verblijf</w:t>
            </w:r>
          </w:p>
        </w:tc>
      </w:tr>
      <w:tr w:rsidR="005B3EE1" w14:paraId="6B501E8D" w14:textId="77777777" w:rsidTr="00124E6C">
        <w:trPr>
          <w:trHeight w:val="270"/>
        </w:trPr>
        <w:tc>
          <w:tcPr>
            <w:tcW w:w="85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AE4C9" w14:textId="0E39AEAE" w:rsidR="005B3EE1" w:rsidRDefault="005B3EE1" w:rsidP="005B3EE1">
            <w:pPr>
              <w:pStyle w:val="Geenafstand"/>
              <w:rPr>
                <w:highlight w:val="white"/>
              </w:rPr>
            </w:pPr>
            <w:r>
              <w:rPr>
                <w:rFonts w:ascii="Wingdings 2" w:hAnsi="Wingdings 2"/>
                <w:highlight w:val="white"/>
                <w:bdr w:val="none" w:sz="0" w:space="0" w:color="auto"/>
              </w:rPr>
              <w:t>£</w:t>
            </w:r>
          </w:p>
        </w:tc>
        <w:tc>
          <w:tcPr>
            <w:tcW w:w="8716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7BE65" w14:textId="6E6A12B8" w:rsidR="005B3EE1" w:rsidRDefault="005B3EE1" w:rsidP="005B3EE1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Time Out</w:t>
            </w:r>
          </w:p>
        </w:tc>
      </w:tr>
    </w:tbl>
    <w:p w14:paraId="53ED9F52" w14:textId="77777777" w:rsidR="00D56FA9" w:rsidRPr="005175FD" w:rsidRDefault="00D56FA9" w:rsidP="009E7A1E">
      <w:pPr>
        <w:pStyle w:val="Geenafstand"/>
        <w:rPr>
          <w:highlight w:val="white"/>
        </w:rPr>
      </w:pPr>
    </w:p>
    <w:tbl>
      <w:tblPr>
        <w:tblW w:w="9567" w:type="dxa"/>
        <w:tblInd w:w="-5" w:type="dxa"/>
        <w:tblBorders>
          <w:top w:val="dotted" w:sz="4" w:space="0" w:color="C6D2CD"/>
          <w:left w:val="dotted" w:sz="4" w:space="0" w:color="C6D2CD"/>
          <w:bottom w:val="dotted" w:sz="4" w:space="0" w:color="C6D2CD"/>
          <w:right w:val="dotted" w:sz="4" w:space="0" w:color="C6D2CD"/>
          <w:insideH w:val="dotted" w:sz="4" w:space="0" w:color="C6D2CD"/>
          <w:insideV w:val="dotted" w:sz="4" w:space="0" w:color="C6D2CD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1169"/>
        <w:gridCol w:w="532"/>
        <w:gridCol w:w="1435"/>
        <w:gridCol w:w="160"/>
        <w:gridCol w:w="531"/>
        <w:gridCol w:w="1063"/>
        <w:gridCol w:w="3189"/>
      </w:tblGrid>
      <w:tr w:rsidR="005175FD" w14:paraId="2211AFD0" w14:textId="77777777" w:rsidTr="005E3B14">
        <w:trPr>
          <w:trHeight w:val="290"/>
        </w:trPr>
        <w:tc>
          <w:tcPr>
            <w:tcW w:w="9567" w:type="dxa"/>
            <w:gridSpan w:val="8"/>
            <w:shd w:val="clear" w:color="auto" w:fill="C6D2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5DD8F" w14:textId="77777777" w:rsidR="005175FD" w:rsidRPr="005175FD" w:rsidRDefault="005175FD" w:rsidP="009A4802">
            <w:pPr>
              <w:pStyle w:val="Kop3"/>
            </w:pPr>
            <w:r w:rsidRPr="005175FD">
              <w:t>Aangemelde cliënt</w:t>
            </w:r>
          </w:p>
        </w:tc>
      </w:tr>
      <w:tr w:rsidR="005175FD" w14:paraId="5D8A937D" w14:textId="77777777" w:rsidTr="005E3B14">
        <w:trPr>
          <w:trHeight w:val="270"/>
        </w:trPr>
        <w:tc>
          <w:tcPr>
            <w:tcW w:w="4784" w:type="dxa"/>
            <w:gridSpan w:val="5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27184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Achternaam</w:t>
            </w:r>
          </w:p>
        </w:tc>
        <w:tc>
          <w:tcPr>
            <w:tcW w:w="4783" w:type="dxa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99C35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Voornaam</w:t>
            </w:r>
            <w:r w:rsidR="002E3730">
              <w:rPr>
                <w:highlight w:val="white"/>
              </w:rPr>
              <w:t xml:space="preserve">   </w:t>
            </w:r>
            <w:r>
              <w:rPr>
                <w:highlight w:val="white"/>
              </w:rPr>
              <w:t xml:space="preserve"> </w:t>
            </w:r>
            <w:r w:rsidR="002E3730">
              <w:rPr>
                <w:highlight w:val="white"/>
              </w:rPr>
              <w:tab/>
            </w:r>
            <w:r w:rsidR="002E3730">
              <w:rPr>
                <w:highlight w:val="white"/>
              </w:rPr>
              <w:tab/>
            </w:r>
            <w:r w:rsidR="002E3730">
              <w:rPr>
                <w:highlight w:val="white"/>
              </w:rPr>
              <w:tab/>
            </w:r>
            <w:r w:rsidR="002E3730">
              <w:rPr>
                <w:highlight w:val="white"/>
              </w:rPr>
              <w:tab/>
              <w:t xml:space="preserve">          </w:t>
            </w:r>
            <w:proofErr w:type="gramStart"/>
            <w:r>
              <w:rPr>
                <w:highlight w:val="white"/>
              </w:rPr>
              <w:t xml:space="preserve">m  </w:t>
            </w:r>
            <w:r w:rsidRPr="005175FD">
              <w:rPr>
                <w:color w:val="808080" w:themeColor="background1" w:themeShade="80"/>
                <w:highlight w:val="white"/>
                <w14:textFill>
                  <w14:solidFill>
                    <w14:schemeClr w14:val="bg1">
                      <w14:lumMod w14:val="50000"/>
                      <w14:lumMod w14:val="50000"/>
                    </w14:schemeClr>
                  </w14:solidFill>
                </w14:textFill>
              </w:rPr>
              <w:t>|</w:t>
            </w:r>
            <w:proofErr w:type="gramEnd"/>
            <w:r>
              <w:rPr>
                <w:highlight w:val="white"/>
              </w:rPr>
              <w:t xml:space="preserve">  v</w:t>
            </w:r>
          </w:p>
        </w:tc>
      </w:tr>
      <w:tr w:rsidR="005175FD" w14:paraId="01AF0BEC" w14:textId="77777777" w:rsidTr="005E3B14">
        <w:trPr>
          <w:trHeight w:val="270"/>
        </w:trPr>
        <w:tc>
          <w:tcPr>
            <w:tcW w:w="4784" w:type="dxa"/>
            <w:gridSpan w:val="5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91461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Geboortedatum</w:t>
            </w:r>
          </w:p>
        </w:tc>
        <w:tc>
          <w:tcPr>
            <w:tcW w:w="4783" w:type="dxa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F8B48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Geboorteplaat</w:t>
            </w:r>
            <w:r w:rsidR="002E3730">
              <w:rPr>
                <w:highlight w:val="white"/>
              </w:rPr>
              <w:t>s</w:t>
            </w:r>
          </w:p>
        </w:tc>
      </w:tr>
      <w:tr w:rsidR="005175FD" w14:paraId="064CBB23" w14:textId="77777777" w:rsidTr="005E3B14">
        <w:trPr>
          <w:trHeight w:val="270"/>
        </w:trPr>
        <w:tc>
          <w:tcPr>
            <w:tcW w:w="4784" w:type="dxa"/>
            <w:gridSpan w:val="5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90A24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Adre</w:t>
            </w:r>
            <w:r w:rsidR="002E3730">
              <w:rPr>
                <w:highlight w:val="white"/>
              </w:rPr>
              <w:t>s</w:t>
            </w:r>
          </w:p>
        </w:tc>
        <w:tc>
          <w:tcPr>
            <w:tcW w:w="4783" w:type="dxa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6E3C4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Postcode:</w:t>
            </w:r>
            <w:r>
              <w:rPr>
                <w:highlight w:val="white"/>
              </w:rPr>
              <w:tab/>
              <w:t>Plaats</w:t>
            </w:r>
          </w:p>
        </w:tc>
      </w:tr>
      <w:tr w:rsidR="005175FD" w14:paraId="03A0F74B" w14:textId="77777777" w:rsidTr="005E3B14">
        <w:trPr>
          <w:trHeight w:val="270"/>
        </w:trPr>
        <w:tc>
          <w:tcPr>
            <w:tcW w:w="3189" w:type="dxa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3D487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Telefoon</w:t>
            </w:r>
          </w:p>
        </w:tc>
        <w:tc>
          <w:tcPr>
            <w:tcW w:w="3189" w:type="dxa"/>
            <w:gridSpan w:val="4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D1C54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Mobiel</w:t>
            </w:r>
          </w:p>
        </w:tc>
        <w:tc>
          <w:tcPr>
            <w:tcW w:w="3189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4A1D3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E-mail</w:t>
            </w:r>
          </w:p>
        </w:tc>
      </w:tr>
      <w:tr w:rsidR="005175FD" w14:paraId="37569D6C" w14:textId="77777777" w:rsidTr="005E3B14">
        <w:trPr>
          <w:trHeight w:val="270"/>
        </w:trPr>
        <w:tc>
          <w:tcPr>
            <w:tcW w:w="2657" w:type="dxa"/>
            <w:gridSpan w:val="2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BB157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Nationaliteit</w:t>
            </w:r>
          </w:p>
        </w:tc>
        <w:tc>
          <w:tcPr>
            <w:tcW w:w="2658" w:type="dxa"/>
            <w:gridSpan w:val="4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F402D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Godsdienst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  <w:tc>
          <w:tcPr>
            <w:tcW w:w="4252" w:type="dxa"/>
            <w:gridSpan w:val="2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DFBEE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Wat is de verblijfsstatus</w:t>
            </w:r>
          </w:p>
        </w:tc>
      </w:tr>
      <w:tr w:rsidR="005175FD" w14:paraId="4A696542" w14:textId="77777777" w:rsidTr="005E3B14">
        <w:trPr>
          <w:trHeight w:val="290"/>
        </w:trPr>
        <w:tc>
          <w:tcPr>
            <w:tcW w:w="9567" w:type="dxa"/>
            <w:gridSpan w:val="8"/>
            <w:shd w:val="clear" w:color="auto" w:fill="C6D2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0869" w14:textId="77777777" w:rsidR="005175FD" w:rsidRDefault="005175FD" w:rsidP="009A4802">
            <w:pPr>
              <w:pStyle w:val="Kop3"/>
            </w:pPr>
            <w:r>
              <w:t>Ouderlijk gezag</w:t>
            </w:r>
          </w:p>
        </w:tc>
      </w:tr>
      <w:tr w:rsidR="005175FD" w14:paraId="244EEDAA" w14:textId="77777777" w:rsidTr="005E3B14">
        <w:trPr>
          <w:trHeight w:val="920"/>
        </w:trPr>
        <w:tc>
          <w:tcPr>
            <w:tcW w:w="9567" w:type="dxa"/>
            <w:gridSpan w:val="8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E68E5" w14:textId="77777777" w:rsidR="005175FD" w:rsidRPr="005E3B14" w:rsidRDefault="005175FD" w:rsidP="009E7A1E">
            <w:pPr>
              <w:pStyle w:val="Geenafstand"/>
              <w:rPr>
                <w:highlight w:val="white"/>
              </w:rPr>
            </w:pPr>
            <w:r w:rsidRPr="005E3B14">
              <w:rPr>
                <w:highlight w:val="white"/>
              </w:rPr>
              <w:t xml:space="preserve">Wie heeft het ouderlijke gezag (is wettelijk vertegenwoordiger)? </w:t>
            </w:r>
          </w:p>
          <w:p w14:paraId="68EB03D0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 xml:space="preserve">Beide </w:t>
            </w:r>
            <w:proofErr w:type="gramStart"/>
            <w:r>
              <w:rPr>
                <w:highlight w:val="white"/>
              </w:rPr>
              <w:t xml:space="preserve">ouders  </w:t>
            </w:r>
            <w:r w:rsidRPr="005175FD">
              <w:rPr>
                <w:color w:val="808080" w:themeColor="background1" w:themeShade="80"/>
                <w:highlight w:val="white"/>
                <w14:textFill>
                  <w14:solidFill>
                    <w14:schemeClr w14:val="bg1">
                      <w14:lumMod w14:val="50000"/>
                      <w14:lumMod w14:val="50000"/>
                    </w14:schemeClr>
                  </w14:solidFill>
                </w14:textFill>
              </w:rPr>
              <w:t>|</w:t>
            </w:r>
            <w:proofErr w:type="gramEnd"/>
            <w:r>
              <w:rPr>
                <w:highlight w:val="white"/>
              </w:rPr>
              <w:t xml:space="preserve">  Vader  </w:t>
            </w:r>
            <w:r w:rsidRPr="005175FD">
              <w:rPr>
                <w:color w:val="808080" w:themeColor="background1" w:themeShade="80"/>
                <w:highlight w:val="white"/>
                <w14:textFill>
                  <w14:solidFill>
                    <w14:schemeClr w14:val="bg1">
                      <w14:lumMod w14:val="50000"/>
                      <w14:lumMod w14:val="50000"/>
                    </w14:schemeClr>
                  </w14:solidFill>
                </w14:textFill>
              </w:rPr>
              <w:t>|</w:t>
            </w:r>
            <w:r>
              <w:rPr>
                <w:highlight w:val="white"/>
              </w:rPr>
              <w:t xml:space="preserve">  Moeder  </w:t>
            </w:r>
            <w:r w:rsidRPr="005175FD">
              <w:rPr>
                <w:color w:val="808080" w:themeColor="background1" w:themeShade="80"/>
                <w:highlight w:val="white"/>
                <w14:textFill>
                  <w14:solidFill>
                    <w14:schemeClr w14:val="bg1">
                      <w14:lumMod w14:val="50000"/>
                      <w14:lumMod w14:val="50000"/>
                    </w14:schemeClr>
                  </w14:solidFill>
                </w14:textFill>
              </w:rPr>
              <w:t>|</w:t>
            </w:r>
            <w:r>
              <w:rPr>
                <w:highlight w:val="white"/>
              </w:rPr>
              <w:t xml:space="preserve">  Voogd</w:t>
            </w:r>
          </w:p>
          <w:p w14:paraId="1AFE2E9D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Wanneer één van de ouders gezag heeft, bewijsstukken meesturen.</w:t>
            </w:r>
          </w:p>
        </w:tc>
      </w:tr>
      <w:tr w:rsidR="005175FD" w14:paraId="41A962E2" w14:textId="77777777" w:rsidTr="005E3B14">
        <w:trPr>
          <w:trHeight w:val="290"/>
        </w:trPr>
        <w:tc>
          <w:tcPr>
            <w:tcW w:w="9567" w:type="dxa"/>
            <w:gridSpan w:val="8"/>
            <w:shd w:val="clear" w:color="auto" w:fill="C6D2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0682E" w14:textId="77777777" w:rsidR="005175FD" w:rsidRDefault="005175FD" w:rsidP="009A4802">
            <w:pPr>
              <w:pStyle w:val="Kop3"/>
            </w:pPr>
            <w:r>
              <w:t>Juridische maatregel</w:t>
            </w:r>
          </w:p>
        </w:tc>
      </w:tr>
      <w:tr w:rsidR="005175FD" w14:paraId="735F5C22" w14:textId="77777777" w:rsidTr="005E3B14">
        <w:trPr>
          <w:trHeight w:val="506"/>
        </w:trPr>
        <w:tc>
          <w:tcPr>
            <w:tcW w:w="1488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35E75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 xml:space="preserve"> </w:t>
            </w:r>
            <w:proofErr w:type="gramStart"/>
            <w:r>
              <w:rPr>
                <w:highlight w:val="white"/>
              </w:rPr>
              <w:t xml:space="preserve">Ja  </w:t>
            </w:r>
            <w:r w:rsidRPr="005175FD">
              <w:rPr>
                <w:color w:val="808080" w:themeColor="background1" w:themeShade="80"/>
                <w:highlight w:val="white"/>
                <w14:textFill>
                  <w14:solidFill>
                    <w14:schemeClr w14:val="bg1">
                      <w14:lumMod w14:val="50000"/>
                      <w14:lumMod w14:val="50000"/>
                    </w14:schemeClr>
                  </w14:solidFill>
                </w14:textFill>
              </w:rPr>
              <w:t>|</w:t>
            </w:r>
            <w:proofErr w:type="gramEnd"/>
            <w:r>
              <w:rPr>
                <w:highlight w:val="white"/>
              </w:rPr>
              <w:t xml:space="preserve">  nee </w:t>
            </w:r>
          </w:p>
        </w:tc>
        <w:tc>
          <w:tcPr>
            <w:tcW w:w="8079" w:type="dxa"/>
            <w:gridSpan w:val="7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B7DA1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 xml:space="preserve">Indien ja: welke: </w:t>
            </w:r>
            <w:r>
              <w:rPr>
                <w:highlight w:val="white"/>
              </w:rPr>
              <w:tab/>
              <w:t xml:space="preserve">                                 </w:t>
            </w:r>
            <w:proofErr w:type="gramStart"/>
            <w:r>
              <w:rPr>
                <w:highlight w:val="white"/>
              </w:rPr>
              <w:t xml:space="preserve">   </w:t>
            </w:r>
            <w:r w:rsidRPr="002E3730">
              <w:rPr>
                <w:rFonts w:asciiTheme="minorHAnsi" w:hAnsiTheme="minorHAnsi" w:cstheme="majorHAnsi"/>
                <w:highlight w:val="white"/>
              </w:rPr>
              <w:t>(</w:t>
            </w:r>
            <w:proofErr w:type="gramEnd"/>
            <w:r w:rsidRPr="002E3730">
              <w:rPr>
                <w:rFonts w:asciiTheme="minorHAnsi" w:eastAsia="Helvetica Neue" w:hAnsiTheme="minorHAnsi" w:cstheme="majorHAnsi"/>
                <w:highlight w:val="white"/>
              </w:rPr>
              <w:t>kopie meesturen</w:t>
            </w:r>
            <w:r w:rsidRPr="002E3730">
              <w:rPr>
                <w:rFonts w:asciiTheme="minorHAnsi" w:hAnsiTheme="minorHAnsi" w:cstheme="majorHAnsi"/>
                <w:highlight w:val="white"/>
              </w:rPr>
              <w:t>)</w:t>
            </w:r>
            <w:r>
              <w:rPr>
                <w:rFonts w:ascii="Arimo" w:eastAsia="Arimo" w:hAnsi="Arimo" w:cs="Arimo"/>
                <w:highlight w:val="white"/>
              </w:rPr>
              <w:br/>
            </w:r>
            <w:r>
              <w:rPr>
                <w:highlight w:val="white"/>
              </w:rPr>
              <w:t>(OTS, Voogdij, Curatele, Bewind, Mentorschap, PIJ, RM, Reclassering maatregel)</w:t>
            </w:r>
          </w:p>
        </w:tc>
      </w:tr>
      <w:tr w:rsidR="005175FD" w14:paraId="2E477885" w14:textId="77777777" w:rsidTr="005E3B14">
        <w:trPr>
          <w:trHeight w:val="270"/>
        </w:trPr>
        <w:tc>
          <w:tcPr>
            <w:tcW w:w="4624" w:type="dxa"/>
            <w:gridSpan w:val="4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E6B9B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Instelling, indien niet de verwijzer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  <w:tc>
          <w:tcPr>
            <w:tcW w:w="4943" w:type="dxa"/>
            <w:gridSpan w:val="4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2D879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 xml:space="preserve">Contactpersoon                              </w:t>
            </w:r>
            <w:r w:rsidR="002E3730">
              <w:rPr>
                <w:highlight w:val="white"/>
              </w:rPr>
              <w:tab/>
            </w:r>
            <w:r>
              <w:rPr>
                <w:highlight w:val="white"/>
              </w:rPr>
              <w:t xml:space="preserve">                          </w:t>
            </w:r>
            <w:r w:rsidR="002E3730">
              <w:rPr>
                <w:highlight w:val="white"/>
              </w:rPr>
              <w:t xml:space="preserve">  </w:t>
            </w:r>
            <w:r>
              <w:rPr>
                <w:highlight w:val="white"/>
              </w:rPr>
              <w:t xml:space="preserve"> </w:t>
            </w:r>
            <w:proofErr w:type="gramStart"/>
            <w:r>
              <w:rPr>
                <w:highlight w:val="white"/>
              </w:rPr>
              <w:t xml:space="preserve">m  </w:t>
            </w:r>
            <w:r w:rsidRPr="005175FD">
              <w:rPr>
                <w:color w:val="808080" w:themeColor="background1" w:themeShade="80"/>
                <w:highlight w:val="white"/>
                <w14:textFill>
                  <w14:solidFill>
                    <w14:schemeClr w14:val="bg1">
                      <w14:lumMod w14:val="50000"/>
                      <w14:lumMod w14:val="50000"/>
                    </w14:schemeClr>
                  </w14:solidFill>
                </w14:textFill>
              </w:rPr>
              <w:t>|</w:t>
            </w:r>
            <w:proofErr w:type="gramEnd"/>
            <w:r>
              <w:rPr>
                <w:highlight w:val="white"/>
              </w:rPr>
              <w:t xml:space="preserve">  v</w:t>
            </w:r>
          </w:p>
        </w:tc>
      </w:tr>
      <w:tr w:rsidR="005175FD" w14:paraId="60F59B5B" w14:textId="77777777" w:rsidTr="005E3B14">
        <w:trPr>
          <w:trHeight w:val="270"/>
        </w:trPr>
        <w:tc>
          <w:tcPr>
            <w:tcW w:w="4624" w:type="dxa"/>
            <w:gridSpan w:val="4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742A3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Adres</w:t>
            </w:r>
          </w:p>
        </w:tc>
        <w:tc>
          <w:tcPr>
            <w:tcW w:w="4943" w:type="dxa"/>
            <w:gridSpan w:val="4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42328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Postcode</w:t>
            </w:r>
            <w:r>
              <w:rPr>
                <w:rFonts w:ascii="Arimo" w:eastAsia="Arimo" w:hAnsi="Arimo" w:cs="Arimo"/>
                <w:highlight w:val="white"/>
              </w:rPr>
              <w:t>   </w:t>
            </w:r>
            <w:r>
              <w:rPr>
                <w:highlight w:val="white"/>
              </w:rPr>
              <w:tab/>
              <w:t>Plaats</w:t>
            </w:r>
            <w:r>
              <w:rPr>
                <w:rFonts w:ascii="Arimo" w:eastAsia="Arimo" w:hAnsi="Arimo" w:cs="Arimo"/>
                <w:highlight w:val="white"/>
              </w:rPr>
              <w:t>  </w:t>
            </w:r>
          </w:p>
        </w:tc>
      </w:tr>
      <w:tr w:rsidR="005175FD" w14:paraId="3040CACA" w14:textId="77777777" w:rsidTr="005E3B14">
        <w:trPr>
          <w:trHeight w:val="270"/>
        </w:trPr>
        <w:tc>
          <w:tcPr>
            <w:tcW w:w="4624" w:type="dxa"/>
            <w:gridSpan w:val="4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5EC91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Telefoon</w:t>
            </w:r>
          </w:p>
        </w:tc>
        <w:tc>
          <w:tcPr>
            <w:tcW w:w="4943" w:type="dxa"/>
            <w:gridSpan w:val="4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14FD8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E-mail</w:t>
            </w:r>
            <w:r>
              <w:rPr>
                <w:rFonts w:ascii="Arimo" w:eastAsia="Arimo" w:hAnsi="Arimo" w:cs="Arimo"/>
                <w:highlight w:val="white"/>
              </w:rPr>
              <w:t>   </w:t>
            </w:r>
          </w:p>
        </w:tc>
      </w:tr>
      <w:tr w:rsidR="005175FD" w14:paraId="4E182ABD" w14:textId="77777777" w:rsidTr="005E3B14">
        <w:trPr>
          <w:trHeight w:val="290"/>
        </w:trPr>
        <w:tc>
          <w:tcPr>
            <w:tcW w:w="9567" w:type="dxa"/>
            <w:gridSpan w:val="8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07F80" w14:textId="77777777" w:rsidR="005175FD" w:rsidRDefault="005175FD" w:rsidP="009E7A1E">
            <w:pPr>
              <w:pStyle w:val="Geenafstand"/>
            </w:pPr>
            <w:proofErr w:type="gramStart"/>
            <w:r>
              <w:t>Verwijzer /</w:t>
            </w:r>
            <w:proofErr w:type="gramEnd"/>
            <w:r>
              <w:t xml:space="preserve"> Cliëntondersteuner</w:t>
            </w:r>
          </w:p>
        </w:tc>
      </w:tr>
      <w:tr w:rsidR="005175FD" w14:paraId="70D48AAD" w14:textId="77777777" w:rsidTr="005E3B14">
        <w:trPr>
          <w:trHeight w:val="270"/>
        </w:trPr>
        <w:tc>
          <w:tcPr>
            <w:tcW w:w="4784" w:type="dxa"/>
            <w:gridSpan w:val="5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C7B51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Instelling:</w:t>
            </w:r>
          </w:p>
        </w:tc>
        <w:tc>
          <w:tcPr>
            <w:tcW w:w="4783" w:type="dxa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3800F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Contactpersoon</w:t>
            </w:r>
            <w:r w:rsidR="002E3730">
              <w:rPr>
                <w:highlight w:val="white"/>
              </w:rPr>
              <w:tab/>
            </w:r>
            <w:r>
              <w:rPr>
                <w:highlight w:val="white"/>
              </w:rPr>
              <w:t xml:space="preserve">                                                    </w:t>
            </w:r>
            <w:r w:rsidR="002E3730">
              <w:rPr>
                <w:highlight w:val="white"/>
              </w:rPr>
              <w:t xml:space="preserve">  </w:t>
            </w:r>
            <w:r>
              <w:rPr>
                <w:highlight w:val="white"/>
              </w:rPr>
              <w:t xml:space="preserve">  </w:t>
            </w:r>
            <w:proofErr w:type="gramStart"/>
            <w:r>
              <w:rPr>
                <w:highlight w:val="white"/>
              </w:rPr>
              <w:t xml:space="preserve">m  </w:t>
            </w:r>
            <w:r w:rsidRPr="005175FD">
              <w:rPr>
                <w:color w:val="808080" w:themeColor="background1" w:themeShade="80"/>
                <w:highlight w:val="white"/>
                <w14:textFill>
                  <w14:solidFill>
                    <w14:schemeClr w14:val="bg1">
                      <w14:lumMod w14:val="50000"/>
                      <w14:lumMod w14:val="50000"/>
                    </w14:schemeClr>
                  </w14:solidFill>
                </w14:textFill>
              </w:rPr>
              <w:t>|</w:t>
            </w:r>
            <w:proofErr w:type="gramEnd"/>
            <w:r>
              <w:rPr>
                <w:highlight w:val="white"/>
              </w:rPr>
              <w:t xml:space="preserve">  v</w:t>
            </w:r>
          </w:p>
        </w:tc>
      </w:tr>
      <w:tr w:rsidR="005175FD" w14:paraId="6EF5D260" w14:textId="77777777" w:rsidTr="005E3B14">
        <w:trPr>
          <w:trHeight w:val="270"/>
        </w:trPr>
        <w:tc>
          <w:tcPr>
            <w:tcW w:w="4784" w:type="dxa"/>
            <w:gridSpan w:val="5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F6C6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Adres</w:t>
            </w:r>
          </w:p>
        </w:tc>
        <w:tc>
          <w:tcPr>
            <w:tcW w:w="4783" w:type="dxa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FE15F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Postcode</w:t>
            </w:r>
            <w:r w:rsidR="002E3730">
              <w:rPr>
                <w:highlight w:val="white"/>
              </w:rPr>
              <w:tab/>
            </w:r>
            <w:r>
              <w:rPr>
                <w:highlight w:val="white"/>
              </w:rPr>
              <w:t>Plaats</w:t>
            </w:r>
            <w:r>
              <w:rPr>
                <w:rFonts w:ascii="Arimo" w:eastAsia="Arimo" w:hAnsi="Arimo" w:cs="Arimo"/>
                <w:highlight w:val="white"/>
              </w:rPr>
              <w:t>    </w:t>
            </w:r>
          </w:p>
        </w:tc>
      </w:tr>
      <w:tr w:rsidR="005175FD" w14:paraId="4E697998" w14:textId="77777777" w:rsidTr="005E3B14">
        <w:trPr>
          <w:trHeight w:val="270"/>
        </w:trPr>
        <w:tc>
          <w:tcPr>
            <w:tcW w:w="4784" w:type="dxa"/>
            <w:gridSpan w:val="5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4970C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Telefoon</w:t>
            </w:r>
          </w:p>
        </w:tc>
        <w:tc>
          <w:tcPr>
            <w:tcW w:w="4783" w:type="dxa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39009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Mobiel</w:t>
            </w:r>
          </w:p>
        </w:tc>
      </w:tr>
      <w:tr w:rsidR="005175FD" w14:paraId="09E2E166" w14:textId="77777777" w:rsidTr="005E3B14">
        <w:trPr>
          <w:trHeight w:val="270"/>
        </w:trPr>
        <w:tc>
          <w:tcPr>
            <w:tcW w:w="4784" w:type="dxa"/>
            <w:gridSpan w:val="5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8B45" w14:textId="77777777" w:rsidR="005175FD" w:rsidRDefault="005175FD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E-mail</w:t>
            </w:r>
          </w:p>
        </w:tc>
        <w:tc>
          <w:tcPr>
            <w:tcW w:w="4783" w:type="dxa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DA1BE" w14:textId="087715EF" w:rsidR="005175FD" w:rsidRDefault="005175FD" w:rsidP="009E7A1E">
            <w:pPr>
              <w:pStyle w:val="Geenafstand"/>
              <w:rPr>
                <w:highlight w:val="white"/>
              </w:rPr>
            </w:pPr>
          </w:p>
        </w:tc>
      </w:tr>
      <w:tr w:rsidR="009A4802" w14:paraId="74CDF8DC" w14:textId="77777777" w:rsidTr="00124E6C">
        <w:trPr>
          <w:trHeight w:val="290"/>
        </w:trPr>
        <w:tc>
          <w:tcPr>
            <w:tcW w:w="9567" w:type="dxa"/>
            <w:gridSpan w:val="8"/>
            <w:shd w:val="clear" w:color="auto" w:fill="C6D2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E2B40" w14:textId="77777777" w:rsidR="009A4802" w:rsidRDefault="009A4802" w:rsidP="00124E6C">
            <w:pPr>
              <w:pStyle w:val="Kop3"/>
            </w:pPr>
            <w:r>
              <w:t>Huidige hulpverlening</w:t>
            </w:r>
          </w:p>
        </w:tc>
      </w:tr>
      <w:tr w:rsidR="009A4802" w14:paraId="73516530" w14:textId="77777777" w:rsidTr="00124E6C">
        <w:trPr>
          <w:trHeight w:val="480"/>
        </w:trPr>
        <w:tc>
          <w:tcPr>
            <w:tcW w:w="9567" w:type="dxa"/>
            <w:gridSpan w:val="8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0FC1F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Is het Jeugdteam/OKT of andere hulpverlening op dit moment betrokken bij het kind/jongere/gezin?</w:t>
            </w:r>
          </w:p>
          <w:p w14:paraId="1864EFD4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</w:tc>
      </w:tr>
    </w:tbl>
    <w:p w14:paraId="14A3E617" w14:textId="77777777" w:rsidR="009A4802" w:rsidRDefault="009A4802" w:rsidP="009A4802"/>
    <w:tbl>
      <w:tblPr>
        <w:tblW w:w="9567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1595"/>
        <w:gridCol w:w="1403"/>
        <w:gridCol w:w="3380"/>
      </w:tblGrid>
      <w:tr w:rsidR="009A4802" w14:paraId="0160B09C" w14:textId="77777777" w:rsidTr="00124E6C">
        <w:trPr>
          <w:trHeight w:val="290"/>
        </w:trPr>
        <w:tc>
          <w:tcPr>
            <w:tcW w:w="9567" w:type="dxa"/>
            <w:gridSpan w:val="4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C6D2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FF9D9" w14:textId="77777777" w:rsidR="009A4802" w:rsidRDefault="009A4802" w:rsidP="00124E6C">
            <w:pPr>
              <w:pStyle w:val="Kop3"/>
            </w:pPr>
            <w:r>
              <w:t>Gegevens biologische moeder (verplicht invullen als moeder gezag heeft)</w:t>
            </w:r>
          </w:p>
        </w:tc>
      </w:tr>
      <w:tr w:rsidR="009A4802" w14:paraId="01B12AAF" w14:textId="77777777" w:rsidTr="00124E6C">
        <w:trPr>
          <w:trHeight w:val="270"/>
        </w:trPr>
        <w:tc>
          <w:tcPr>
            <w:tcW w:w="4784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3FBAE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Achternaam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  <w:tc>
          <w:tcPr>
            <w:tcW w:w="4783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B2618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Voornaam</w:t>
            </w:r>
          </w:p>
        </w:tc>
      </w:tr>
      <w:tr w:rsidR="009A4802" w14:paraId="7FE4D22D" w14:textId="77777777" w:rsidTr="00124E6C">
        <w:trPr>
          <w:trHeight w:val="270"/>
        </w:trPr>
        <w:tc>
          <w:tcPr>
            <w:tcW w:w="4784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F2563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Geboortedatum</w:t>
            </w:r>
          </w:p>
        </w:tc>
        <w:tc>
          <w:tcPr>
            <w:tcW w:w="4783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0815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Geboorteplaats</w:t>
            </w:r>
          </w:p>
        </w:tc>
      </w:tr>
      <w:tr w:rsidR="009A4802" w14:paraId="271E1A61" w14:textId="77777777" w:rsidTr="00124E6C">
        <w:trPr>
          <w:trHeight w:val="270"/>
        </w:trPr>
        <w:tc>
          <w:tcPr>
            <w:tcW w:w="4784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00106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Adres</w:t>
            </w:r>
          </w:p>
        </w:tc>
        <w:tc>
          <w:tcPr>
            <w:tcW w:w="4783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3F801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Postcode</w:t>
            </w:r>
            <w:r>
              <w:rPr>
                <w:highlight w:val="white"/>
              </w:rPr>
              <w:tab/>
              <w:t>Plaats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</w:tr>
      <w:tr w:rsidR="009A4802" w14:paraId="6C5B62D9" w14:textId="77777777" w:rsidTr="00124E6C">
        <w:trPr>
          <w:trHeight w:val="270"/>
        </w:trPr>
        <w:tc>
          <w:tcPr>
            <w:tcW w:w="3189" w:type="dxa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6B0D0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Tel. privé</w:t>
            </w:r>
          </w:p>
        </w:tc>
        <w:tc>
          <w:tcPr>
            <w:tcW w:w="2998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9F088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Mobiel</w:t>
            </w:r>
          </w:p>
        </w:tc>
        <w:tc>
          <w:tcPr>
            <w:tcW w:w="3380" w:type="dxa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6A7F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Tel. werk</w:t>
            </w:r>
          </w:p>
        </w:tc>
      </w:tr>
      <w:tr w:rsidR="009A4802" w14:paraId="47A9AC50" w14:textId="77777777" w:rsidTr="00124E6C">
        <w:trPr>
          <w:trHeight w:val="270"/>
        </w:trPr>
        <w:tc>
          <w:tcPr>
            <w:tcW w:w="4784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C2170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Naam ziektekostenverzekering</w:t>
            </w:r>
          </w:p>
        </w:tc>
        <w:tc>
          <w:tcPr>
            <w:tcW w:w="4783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B69E0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Registratie/</w:t>
            </w:r>
            <w:proofErr w:type="spellStart"/>
            <w:r>
              <w:rPr>
                <w:highlight w:val="white"/>
              </w:rPr>
              <w:t>polisnummer</w:t>
            </w:r>
            <w:proofErr w:type="spellEnd"/>
          </w:p>
        </w:tc>
      </w:tr>
      <w:tr w:rsidR="009A4802" w14:paraId="7B4680B5" w14:textId="77777777" w:rsidTr="00124E6C">
        <w:trPr>
          <w:trHeight w:val="270"/>
        </w:trPr>
        <w:tc>
          <w:tcPr>
            <w:tcW w:w="4784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4F27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Opleiding</w:t>
            </w:r>
          </w:p>
        </w:tc>
        <w:tc>
          <w:tcPr>
            <w:tcW w:w="4783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D800D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Beroep</w:t>
            </w:r>
          </w:p>
        </w:tc>
      </w:tr>
      <w:tr w:rsidR="009A4802" w14:paraId="6AD0914C" w14:textId="77777777" w:rsidTr="00124E6C">
        <w:trPr>
          <w:trHeight w:val="270"/>
        </w:trPr>
        <w:tc>
          <w:tcPr>
            <w:tcW w:w="4784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4A80C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Nationaliteit</w:t>
            </w:r>
          </w:p>
        </w:tc>
        <w:tc>
          <w:tcPr>
            <w:tcW w:w="4783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FBDC9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Culturele achtergrond</w:t>
            </w:r>
          </w:p>
        </w:tc>
      </w:tr>
      <w:tr w:rsidR="009A4802" w14:paraId="4A29E7F5" w14:textId="77777777" w:rsidTr="00124E6C">
        <w:trPr>
          <w:trHeight w:val="270"/>
        </w:trPr>
        <w:tc>
          <w:tcPr>
            <w:tcW w:w="4784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3032C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Godsdienst</w:t>
            </w:r>
          </w:p>
        </w:tc>
        <w:tc>
          <w:tcPr>
            <w:tcW w:w="4783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DA4D9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Burgerlijke staat                              in (jaar)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</w:tr>
      <w:tr w:rsidR="009A4802" w14:paraId="4AB88BF7" w14:textId="77777777" w:rsidTr="00124E6C">
        <w:trPr>
          <w:trHeight w:val="310"/>
        </w:trPr>
        <w:tc>
          <w:tcPr>
            <w:tcW w:w="4784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74A6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E-mailadres</w:t>
            </w:r>
          </w:p>
        </w:tc>
        <w:tc>
          <w:tcPr>
            <w:tcW w:w="4783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BEB8E" w14:textId="77777777" w:rsidR="009A4802" w:rsidRDefault="009A4802" w:rsidP="009E7A1E">
            <w:pPr>
              <w:pStyle w:val="Geenafstand"/>
            </w:pPr>
          </w:p>
        </w:tc>
      </w:tr>
      <w:tr w:rsidR="009A4802" w14:paraId="00308E9F" w14:textId="77777777" w:rsidTr="00124E6C">
        <w:trPr>
          <w:trHeight w:val="290"/>
        </w:trPr>
        <w:tc>
          <w:tcPr>
            <w:tcW w:w="9567" w:type="dxa"/>
            <w:gridSpan w:val="4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C6D2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E535B" w14:textId="77777777" w:rsidR="009A4802" w:rsidRDefault="009A4802" w:rsidP="00124E6C">
            <w:pPr>
              <w:pStyle w:val="Kop3"/>
            </w:pPr>
            <w:r>
              <w:t>Gegevens biologische vader (verplicht invullen als vader gezag heeft)</w:t>
            </w:r>
          </w:p>
        </w:tc>
      </w:tr>
      <w:tr w:rsidR="009A4802" w14:paraId="0D1533E5" w14:textId="77777777" w:rsidTr="00124E6C">
        <w:trPr>
          <w:trHeight w:val="270"/>
        </w:trPr>
        <w:tc>
          <w:tcPr>
            <w:tcW w:w="4784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C24F4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Achternaam</w:t>
            </w:r>
          </w:p>
        </w:tc>
        <w:tc>
          <w:tcPr>
            <w:tcW w:w="4783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29183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Voornaam</w:t>
            </w:r>
          </w:p>
        </w:tc>
      </w:tr>
      <w:tr w:rsidR="009A4802" w14:paraId="1272E4C7" w14:textId="77777777" w:rsidTr="00124E6C">
        <w:trPr>
          <w:trHeight w:val="270"/>
        </w:trPr>
        <w:tc>
          <w:tcPr>
            <w:tcW w:w="4784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A1DA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Geboortedatum</w:t>
            </w:r>
          </w:p>
        </w:tc>
        <w:tc>
          <w:tcPr>
            <w:tcW w:w="4783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1CA82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Geboorteplaats</w:t>
            </w:r>
          </w:p>
        </w:tc>
      </w:tr>
      <w:tr w:rsidR="009A4802" w14:paraId="20EC4FAD" w14:textId="77777777" w:rsidTr="00124E6C">
        <w:trPr>
          <w:trHeight w:val="270"/>
        </w:trPr>
        <w:tc>
          <w:tcPr>
            <w:tcW w:w="4784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F5592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Adres</w:t>
            </w:r>
          </w:p>
        </w:tc>
        <w:tc>
          <w:tcPr>
            <w:tcW w:w="4783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2B37B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 xml:space="preserve">Postcode </w:t>
            </w:r>
            <w:r>
              <w:rPr>
                <w:highlight w:val="white"/>
              </w:rPr>
              <w:tab/>
            </w:r>
            <w:r>
              <w:rPr>
                <w:highlight w:val="white"/>
              </w:rPr>
              <w:tab/>
              <w:t>Plaats</w:t>
            </w:r>
            <w:r>
              <w:rPr>
                <w:rFonts w:ascii="Arimo" w:eastAsia="Arimo" w:hAnsi="Arimo" w:cs="Arimo"/>
                <w:highlight w:val="white"/>
              </w:rPr>
              <w:t>    </w:t>
            </w:r>
          </w:p>
        </w:tc>
      </w:tr>
      <w:tr w:rsidR="009A4802" w14:paraId="6641D3FB" w14:textId="77777777" w:rsidTr="00124E6C">
        <w:trPr>
          <w:trHeight w:val="270"/>
        </w:trPr>
        <w:tc>
          <w:tcPr>
            <w:tcW w:w="3189" w:type="dxa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95918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Tel. privé</w:t>
            </w:r>
          </w:p>
        </w:tc>
        <w:tc>
          <w:tcPr>
            <w:tcW w:w="2998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BBEDD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Mobiel</w:t>
            </w:r>
          </w:p>
        </w:tc>
        <w:tc>
          <w:tcPr>
            <w:tcW w:w="3380" w:type="dxa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6199F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Tel. werk</w:t>
            </w:r>
          </w:p>
        </w:tc>
      </w:tr>
      <w:tr w:rsidR="009A4802" w14:paraId="3DDB718A" w14:textId="77777777" w:rsidTr="00124E6C">
        <w:trPr>
          <w:trHeight w:val="270"/>
        </w:trPr>
        <w:tc>
          <w:tcPr>
            <w:tcW w:w="4784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41B1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Naam ziektekostenverzekering</w:t>
            </w:r>
          </w:p>
        </w:tc>
        <w:tc>
          <w:tcPr>
            <w:tcW w:w="4783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AE04B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Registratie/</w:t>
            </w:r>
            <w:proofErr w:type="spellStart"/>
            <w:r>
              <w:rPr>
                <w:highlight w:val="white"/>
              </w:rPr>
              <w:t>polisnummer</w:t>
            </w:r>
            <w:proofErr w:type="spellEnd"/>
          </w:p>
        </w:tc>
      </w:tr>
      <w:tr w:rsidR="009A4802" w14:paraId="3B929007" w14:textId="77777777" w:rsidTr="00124E6C">
        <w:trPr>
          <w:trHeight w:val="270"/>
        </w:trPr>
        <w:tc>
          <w:tcPr>
            <w:tcW w:w="4784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FA23C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Opleiding</w:t>
            </w:r>
          </w:p>
        </w:tc>
        <w:tc>
          <w:tcPr>
            <w:tcW w:w="4783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FAF3D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Beroep</w:t>
            </w:r>
          </w:p>
        </w:tc>
      </w:tr>
      <w:tr w:rsidR="009A4802" w14:paraId="5971FDF7" w14:textId="77777777" w:rsidTr="00124E6C">
        <w:trPr>
          <w:trHeight w:val="270"/>
        </w:trPr>
        <w:tc>
          <w:tcPr>
            <w:tcW w:w="4784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C205B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Nationaliteit</w:t>
            </w:r>
          </w:p>
        </w:tc>
        <w:tc>
          <w:tcPr>
            <w:tcW w:w="4783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2054B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Culturele achtergrond</w:t>
            </w:r>
          </w:p>
        </w:tc>
      </w:tr>
      <w:tr w:rsidR="009A4802" w14:paraId="0FFAB883" w14:textId="77777777" w:rsidTr="00124E6C">
        <w:trPr>
          <w:trHeight w:val="270"/>
        </w:trPr>
        <w:tc>
          <w:tcPr>
            <w:tcW w:w="4784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8CB5E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Godsdienst</w:t>
            </w:r>
          </w:p>
        </w:tc>
        <w:tc>
          <w:tcPr>
            <w:tcW w:w="4783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E9870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Burgerlijke staat</w:t>
            </w:r>
            <w:r>
              <w:rPr>
                <w:highlight w:val="white"/>
              </w:rPr>
              <w:tab/>
            </w:r>
            <w:r>
              <w:rPr>
                <w:highlight w:val="white"/>
              </w:rPr>
              <w:tab/>
            </w:r>
            <w:r>
              <w:rPr>
                <w:highlight w:val="white"/>
              </w:rPr>
              <w:tab/>
              <w:t>in (jaar)</w:t>
            </w:r>
            <w:r>
              <w:rPr>
                <w:rFonts w:ascii="Arimo" w:eastAsia="Arimo" w:hAnsi="Arimo" w:cs="Arimo"/>
                <w:highlight w:val="white"/>
              </w:rPr>
              <w:t>  </w:t>
            </w:r>
          </w:p>
        </w:tc>
      </w:tr>
      <w:tr w:rsidR="009A4802" w14:paraId="38BBBC2F" w14:textId="77777777" w:rsidTr="00124E6C">
        <w:trPr>
          <w:trHeight w:val="310"/>
        </w:trPr>
        <w:tc>
          <w:tcPr>
            <w:tcW w:w="4784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5396E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E-mailadres</w:t>
            </w:r>
          </w:p>
        </w:tc>
        <w:tc>
          <w:tcPr>
            <w:tcW w:w="4783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90183" w14:textId="77777777" w:rsidR="009A4802" w:rsidRDefault="009A4802" w:rsidP="009E7A1E">
            <w:pPr>
              <w:pStyle w:val="Geenafstand"/>
            </w:pPr>
          </w:p>
        </w:tc>
      </w:tr>
    </w:tbl>
    <w:p w14:paraId="152F1664" w14:textId="638AF7B5" w:rsidR="009A4802" w:rsidRDefault="009A4802" w:rsidP="009A4802"/>
    <w:tbl>
      <w:tblPr>
        <w:tblW w:w="9567" w:type="dxa"/>
        <w:tblInd w:w="-5" w:type="dxa"/>
        <w:tblBorders>
          <w:top w:val="dotted" w:sz="4" w:space="0" w:color="C6D2CD"/>
          <w:left w:val="dotted" w:sz="4" w:space="0" w:color="C6D2CD"/>
          <w:bottom w:val="dotted" w:sz="4" w:space="0" w:color="C6D2CD"/>
          <w:right w:val="dotted" w:sz="4" w:space="0" w:color="C6D2CD"/>
          <w:insideH w:val="dotted" w:sz="4" w:space="0" w:color="C6D2CD"/>
          <w:insideV w:val="dotted" w:sz="4" w:space="0" w:color="C6D2CD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1595"/>
        <w:gridCol w:w="1453"/>
        <w:gridCol w:w="3330"/>
      </w:tblGrid>
      <w:tr w:rsidR="009A4802" w14:paraId="6236494E" w14:textId="77777777" w:rsidTr="00124E6C">
        <w:trPr>
          <w:trHeight w:val="290"/>
        </w:trPr>
        <w:tc>
          <w:tcPr>
            <w:tcW w:w="9567" w:type="dxa"/>
            <w:gridSpan w:val="4"/>
            <w:shd w:val="clear" w:color="auto" w:fill="C6D2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C076" w14:textId="77777777" w:rsidR="009A4802" w:rsidRDefault="009A4802" w:rsidP="00124E6C">
            <w:pPr>
              <w:pStyle w:val="Kop3"/>
            </w:pPr>
            <w:r>
              <w:t>Gegevens eventuele 2e, niet-biologische moeder, of pleegmoeder</w:t>
            </w:r>
          </w:p>
        </w:tc>
      </w:tr>
      <w:tr w:rsidR="009A4802" w14:paraId="2D9B90C2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71864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Achternaam: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F931D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Voornaam:</w:t>
            </w:r>
          </w:p>
        </w:tc>
      </w:tr>
      <w:tr w:rsidR="009A4802" w14:paraId="38E23328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D386B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Geboortedatum: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A47D3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Geboorteplaats</w:t>
            </w:r>
            <w:r>
              <w:rPr>
                <w:rFonts w:ascii="Arimo" w:eastAsia="Arimo" w:hAnsi="Arimo" w:cs="Arimo"/>
                <w:highlight w:val="white"/>
              </w:rPr>
              <w:t>   </w:t>
            </w:r>
          </w:p>
        </w:tc>
      </w:tr>
      <w:tr w:rsidR="009A4802" w14:paraId="7130B0DB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166A3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Adres: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B64A3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Postcode</w:t>
            </w:r>
            <w:r>
              <w:rPr>
                <w:rFonts w:ascii="Arimo" w:eastAsia="Arimo" w:hAnsi="Arimo" w:cs="Arimo"/>
                <w:highlight w:val="white"/>
              </w:rPr>
              <w:t>   </w:t>
            </w:r>
            <w:r>
              <w:rPr>
                <w:highlight w:val="white"/>
              </w:rPr>
              <w:tab/>
              <w:t>Plaats</w:t>
            </w:r>
            <w:r>
              <w:rPr>
                <w:rFonts w:ascii="Arimo" w:eastAsia="Arimo" w:hAnsi="Arimo" w:cs="Arimo"/>
                <w:highlight w:val="white"/>
              </w:rPr>
              <w:t>  </w:t>
            </w:r>
          </w:p>
        </w:tc>
      </w:tr>
      <w:tr w:rsidR="009A4802" w14:paraId="4DDC41AC" w14:textId="77777777" w:rsidTr="00124E6C">
        <w:trPr>
          <w:trHeight w:val="270"/>
        </w:trPr>
        <w:tc>
          <w:tcPr>
            <w:tcW w:w="3189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DB445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Tel. privé:</w:t>
            </w:r>
          </w:p>
        </w:tc>
        <w:tc>
          <w:tcPr>
            <w:tcW w:w="3048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9BEDD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Mobiel:</w:t>
            </w:r>
          </w:p>
        </w:tc>
        <w:tc>
          <w:tcPr>
            <w:tcW w:w="333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C119C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Tel. werk:</w:t>
            </w:r>
          </w:p>
        </w:tc>
      </w:tr>
      <w:tr w:rsidR="009A4802" w14:paraId="7FC862C2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3F93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Naam ziektekostenverzekering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3A6F1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Registratie/</w:t>
            </w:r>
            <w:proofErr w:type="spellStart"/>
            <w:r>
              <w:rPr>
                <w:highlight w:val="white"/>
              </w:rPr>
              <w:t>polisnummer</w:t>
            </w:r>
            <w:proofErr w:type="spellEnd"/>
            <w:r>
              <w:rPr>
                <w:rFonts w:ascii="Arimo" w:eastAsia="Arimo" w:hAnsi="Arimo" w:cs="Arimo"/>
                <w:highlight w:val="white"/>
              </w:rPr>
              <w:t>  </w:t>
            </w:r>
          </w:p>
        </w:tc>
      </w:tr>
      <w:tr w:rsidR="009A4802" w14:paraId="27DCCFCD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1AC61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Opleiding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EE17A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Beroep</w:t>
            </w:r>
            <w:r>
              <w:rPr>
                <w:rFonts w:ascii="Arimo" w:eastAsia="Arimo" w:hAnsi="Arimo" w:cs="Arimo"/>
                <w:highlight w:val="white"/>
              </w:rPr>
              <w:t>   </w:t>
            </w:r>
          </w:p>
        </w:tc>
      </w:tr>
      <w:tr w:rsidR="009A4802" w14:paraId="628465D5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CB414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Nationaliteit</w:t>
            </w:r>
            <w:r>
              <w:rPr>
                <w:rFonts w:ascii="Arimo" w:eastAsia="Arimo" w:hAnsi="Arimo" w:cs="Arimo"/>
                <w:highlight w:val="white"/>
              </w:rPr>
              <w:t>  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53D7B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Culturele achtergrond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</w:tr>
      <w:tr w:rsidR="009A4802" w14:paraId="12654397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38788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Godsdienst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31625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Burgerlijke staat</w:t>
            </w:r>
            <w:r>
              <w:rPr>
                <w:rFonts w:ascii="Arimo" w:eastAsia="Arimo" w:hAnsi="Arimo" w:cs="Arimo"/>
                <w:highlight w:val="white"/>
              </w:rPr>
              <w:tab/>
            </w:r>
            <w:r>
              <w:rPr>
                <w:rFonts w:ascii="Arimo" w:eastAsia="Arimo" w:hAnsi="Arimo" w:cs="Arimo"/>
                <w:highlight w:val="white"/>
              </w:rPr>
              <w:tab/>
            </w:r>
            <w:r>
              <w:rPr>
                <w:highlight w:val="white"/>
              </w:rPr>
              <w:t>in (jaar)</w:t>
            </w:r>
            <w:r>
              <w:rPr>
                <w:rFonts w:ascii="Arimo" w:eastAsia="Arimo" w:hAnsi="Arimo" w:cs="Arimo"/>
                <w:highlight w:val="white"/>
              </w:rPr>
              <w:t>  </w:t>
            </w:r>
          </w:p>
        </w:tc>
      </w:tr>
      <w:tr w:rsidR="009A4802" w14:paraId="28F7E63D" w14:textId="77777777" w:rsidTr="00124E6C">
        <w:trPr>
          <w:trHeight w:val="320"/>
        </w:trPr>
        <w:tc>
          <w:tcPr>
            <w:tcW w:w="4784" w:type="dxa"/>
            <w:gridSpan w:val="2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EA988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E-mailadres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  <w:tc>
          <w:tcPr>
            <w:tcW w:w="4783" w:type="dxa"/>
            <w:gridSpan w:val="2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AB0A7" w14:textId="77777777" w:rsidR="009A4802" w:rsidRDefault="009A4802" w:rsidP="009E7A1E">
            <w:pPr>
              <w:pStyle w:val="Geenafstand"/>
            </w:pPr>
          </w:p>
        </w:tc>
      </w:tr>
      <w:tr w:rsidR="009A4802" w14:paraId="7C19313C" w14:textId="77777777" w:rsidTr="00124E6C">
        <w:trPr>
          <w:trHeight w:val="290"/>
        </w:trPr>
        <w:tc>
          <w:tcPr>
            <w:tcW w:w="9567" w:type="dxa"/>
            <w:gridSpan w:val="4"/>
            <w:shd w:val="clear" w:color="auto" w:fill="C6D2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7765" w14:textId="77777777" w:rsidR="009A4802" w:rsidRDefault="009A4802" w:rsidP="00124E6C">
            <w:pPr>
              <w:pStyle w:val="Kop3"/>
            </w:pPr>
            <w:r>
              <w:t>Gegevens eventuele 2e, niet-biologische vader, of pleegvader</w:t>
            </w:r>
          </w:p>
        </w:tc>
      </w:tr>
      <w:tr w:rsidR="009A4802" w14:paraId="0621000B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2B8F0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Achternaam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DCFFD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Voornaam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</w:tr>
      <w:tr w:rsidR="009A4802" w14:paraId="2ECEE67F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B6563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Geboortedatum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D5411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Geboorteplaats</w:t>
            </w:r>
          </w:p>
        </w:tc>
      </w:tr>
      <w:tr w:rsidR="009A4802" w14:paraId="5D543426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D5334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Eventueel afwijkend adres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DCD27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Postcode</w:t>
            </w:r>
            <w:r>
              <w:rPr>
                <w:rFonts w:ascii="Arimo" w:eastAsia="Arimo" w:hAnsi="Arimo" w:cs="Arimo"/>
                <w:highlight w:val="white"/>
              </w:rPr>
              <w:t>   </w:t>
            </w:r>
            <w:r>
              <w:rPr>
                <w:highlight w:val="white"/>
              </w:rPr>
              <w:tab/>
              <w:t>Plaats</w:t>
            </w:r>
            <w:r>
              <w:rPr>
                <w:rFonts w:ascii="Arimo" w:eastAsia="Arimo" w:hAnsi="Arimo" w:cs="Arimo"/>
                <w:highlight w:val="white"/>
              </w:rPr>
              <w:t>  </w:t>
            </w:r>
          </w:p>
        </w:tc>
      </w:tr>
      <w:tr w:rsidR="009A4802" w14:paraId="693FF36C" w14:textId="77777777" w:rsidTr="00124E6C">
        <w:trPr>
          <w:trHeight w:val="270"/>
        </w:trPr>
        <w:tc>
          <w:tcPr>
            <w:tcW w:w="3189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16DA0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Tel. privé</w:t>
            </w:r>
            <w:r>
              <w:rPr>
                <w:rFonts w:ascii="Arimo" w:eastAsia="Arimo" w:hAnsi="Arimo" w:cs="Arimo"/>
                <w:highlight w:val="white"/>
              </w:rPr>
              <w:t>  </w:t>
            </w:r>
          </w:p>
        </w:tc>
        <w:tc>
          <w:tcPr>
            <w:tcW w:w="3048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7421A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Mobiel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  <w:tc>
          <w:tcPr>
            <w:tcW w:w="333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FDB62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Tel. werk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</w:tr>
      <w:tr w:rsidR="009A4802" w14:paraId="0B6639A5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A789C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Naam ziektekostenverzekering</w:t>
            </w:r>
            <w:r>
              <w:rPr>
                <w:rFonts w:ascii="Arimo" w:eastAsia="Arimo" w:hAnsi="Arimo" w:cs="Arimo"/>
                <w:highlight w:val="white"/>
              </w:rPr>
              <w:t>   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1D49B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Registratie/</w:t>
            </w:r>
            <w:proofErr w:type="spellStart"/>
            <w:r>
              <w:rPr>
                <w:highlight w:val="white"/>
              </w:rPr>
              <w:t>polisnummer</w:t>
            </w:r>
            <w:proofErr w:type="spellEnd"/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</w:tr>
      <w:tr w:rsidR="009A4802" w14:paraId="202842EA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E21D1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Opleiding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43593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Beroep</w:t>
            </w:r>
            <w:r>
              <w:rPr>
                <w:rFonts w:ascii="Arimo" w:eastAsia="Arimo" w:hAnsi="Arimo" w:cs="Arimo"/>
                <w:highlight w:val="white"/>
              </w:rPr>
              <w:t>  </w:t>
            </w:r>
          </w:p>
        </w:tc>
      </w:tr>
      <w:tr w:rsidR="009A4802" w14:paraId="7F0F591B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BBDE2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Nationaliteit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06DC1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 xml:space="preserve">Culturele achtergrond: 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</w:tr>
      <w:tr w:rsidR="009A4802" w14:paraId="0584468E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A5267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Godsdienst</w:t>
            </w:r>
            <w:r>
              <w:rPr>
                <w:rFonts w:ascii="Arimo" w:eastAsia="Arimo" w:hAnsi="Arimo" w:cs="Arimo"/>
                <w:highlight w:val="white"/>
              </w:rPr>
              <w:t>  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7FAFA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Burgerlijke staat</w:t>
            </w:r>
            <w:r>
              <w:rPr>
                <w:rFonts w:ascii="Arimo" w:eastAsia="Arimo" w:hAnsi="Arimo" w:cs="Arimo"/>
                <w:highlight w:val="white"/>
              </w:rPr>
              <w:t>   </w:t>
            </w:r>
            <w:r>
              <w:rPr>
                <w:highlight w:val="white"/>
              </w:rPr>
              <w:tab/>
              <w:t>in (jaar)</w:t>
            </w:r>
          </w:p>
        </w:tc>
      </w:tr>
      <w:tr w:rsidR="009A4802" w14:paraId="3277D5CF" w14:textId="77777777" w:rsidTr="00124E6C">
        <w:trPr>
          <w:trHeight w:val="310"/>
        </w:trPr>
        <w:tc>
          <w:tcPr>
            <w:tcW w:w="4784" w:type="dxa"/>
            <w:gridSpan w:val="2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36145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E-mailadres</w:t>
            </w:r>
          </w:p>
        </w:tc>
        <w:tc>
          <w:tcPr>
            <w:tcW w:w="4783" w:type="dxa"/>
            <w:gridSpan w:val="2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769EF" w14:textId="77777777" w:rsidR="009A4802" w:rsidRDefault="009A4802" w:rsidP="009E7A1E">
            <w:pPr>
              <w:pStyle w:val="Geenafstand"/>
            </w:pPr>
          </w:p>
        </w:tc>
      </w:tr>
      <w:tr w:rsidR="009A4802" w14:paraId="7E9B0662" w14:textId="77777777" w:rsidTr="00124E6C">
        <w:trPr>
          <w:trHeight w:val="290"/>
        </w:trPr>
        <w:tc>
          <w:tcPr>
            <w:tcW w:w="9567" w:type="dxa"/>
            <w:gridSpan w:val="4"/>
            <w:shd w:val="clear" w:color="auto" w:fill="C6D2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233D3" w14:textId="77777777" w:rsidR="009A4802" w:rsidRDefault="009A4802" w:rsidP="00124E6C">
            <w:pPr>
              <w:pStyle w:val="Kop3"/>
            </w:pPr>
            <w:r>
              <w:t>Gegevens voogd (alleen indien niet eerder vermeld)</w:t>
            </w:r>
          </w:p>
        </w:tc>
      </w:tr>
      <w:tr w:rsidR="009A4802" w14:paraId="131B3B76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0CA8D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Achternaam</w:t>
            </w:r>
            <w:r>
              <w:rPr>
                <w:rFonts w:ascii="Arimo" w:eastAsia="Arimo" w:hAnsi="Arimo" w:cs="Arimo"/>
                <w:highlight w:val="white"/>
              </w:rPr>
              <w:t>   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73AE5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Voornaam</w:t>
            </w:r>
            <w:r>
              <w:rPr>
                <w:rFonts w:ascii="Arimo" w:eastAsia="Arimo" w:hAnsi="Arimo" w:cs="Arimo"/>
                <w:highlight w:val="white"/>
              </w:rPr>
              <w:t>   </w:t>
            </w:r>
          </w:p>
        </w:tc>
      </w:tr>
      <w:tr w:rsidR="009A4802" w14:paraId="65B9187F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4D04C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Adres</w:t>
            </w:r>
            <w:r>
              <w:rPr>
                <w:rFonts w:ascii="Arimo" w:eastAsia="Arimo" w:hAnsi="Arimo" w:cs="Arimo"/>
                <w:highlight w:val="white"/>
              </w:rPr>
              <w:t>   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7B074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Postcode</w:t>
            </w:r>
            <w:r>
              <w:rPr>
                <w:rFonts w:ascii="Arimo" w:eastAsia="Arimo" w:hAnsi="Arimo" w:cs="Arimo"/>
                <w:highlight w:val="white"/>
              </w:rPr>
              <w:tab/>
            </w:r>
            <w:r>
              <w:rPr>
                <w:highlight w:val="white"/>
              </w:rPr>
              <w:t>Plaats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</w:tr>
      <w:tr w:rsidR="009A4802" w14:paraId="76B877AD" w14:textId="77777777" w:rsidTr="00124E6C">
        <w:trPr>
          <w:trHeight w:val="270"/>
        </w:trPr>
        <w:tc>
          <w:tcPr>
            <w:tcW w:w="3189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DAF7C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Tel. privé</w:t>
            </w:r>
            <w:r>
              <w:rPr>
                <w:rFonts w:ascii="Arimo" w:eastAsia="Arimo" w:hAnsi="Arimo" w:cs="Arimo"/>
                <w:highlight w:val="white"/>
              </w:rPr>
              <w:t>  </w:t>
            </w:r>
          </w:p>
        </w:tc>
        <w:tc>
          <w:tcPr>
            <w:tcW w:w="3048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1D861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Mobiel</w:t>
            </w:r>
          </w:p>
        </w:tc>
        <w:tc>
          <w:tcPr>
            <w:tcW w:w="333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BAC9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Tel. werk</w:t>
            </w:r>
            <w:r>
              <w:rPr>
                <w:rFonts w:ascii="Arimo" w:eastAsia="Arimo" w:hAnsi="Arimo" w:cs="Arimo"/>
                <w:highlight w:val="white"/>
              </w:rPr>
              <w:t>   </w:t>
            </w:r>
          </w:p>
        </w:tc>
      </w:tr>
      <w:tr w:rsidR="009A4802" w14:paraId="4B4D5DBB" w14:textId="77777777" w:rsidTr="00124E6C">
        <w:trPr>
          <w:trHeight w:val="31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40CB4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E-mailadres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81BBF" w14:textId="77777777" w:rsidR="009A4802" w:rsidRDefault="009A4802" w:rsidP="009E7A1E">
            <w:pPr>
              <w:pStyle w:val="Geenafstand"/>
            </w:pPr>
          </w:p>
        </w:tc>
      </w:tr>
    </w:tbl>
    <w:p w14:paraId="5FEDC4C5" w14:textId="77777777" w:rsidR="00D56FA9" w:rsidRDefault="00D56FA9">
      <w:r>
        <w:rPr>
          <w:b/>
          <w:bCs/>
          <w:iCs/>
        </w:rPr>
        <w:br w:type="page"/>
      </w:r>
    </w:p>
    <w:tbl>
      <w:tblPr>
        <w:tblW w:w="9567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315"/>
        <w:gridCol w:w="4252"/>
      </w:tblGrid>
      <w:tr w:rsidR="005175FD" w14:paraId="5B2EAC41" w14:textId="77777777" w:rsidTr="005E3B14">
        <w:trPr>
          <w:trHeight w:val="290"/>
        </w:trPr>
        <w:tc>
          <w:tcPr>
            <w:tcW w:w="9567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C6D2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294AE" w14:textId="77777777" w:rsidR="005175FD" w:rsidRDefault="005175FD" w:rsidP="009A4802">
            <w:pPr>
              <w:pStyle w:val="Kop3"/>
            </w:pPr>
            <w:proofErr w:type="gramStart"/>
            <w:r>
              <w:t>Ziektekostenverzekering /</w:t>
            </w:r>
            <w:proofErr w:type="gramEnd"/>
            <w:r>
              <w:t xml:space="preserve"> Beschikking van de gemeente / BSN-nummer aangemelde cliënt</w:t>
            </w:r>
          </w:p>
        </w:tc>
      </w:tr>
      <w:tr w:rsidR="005175FD" w14:paraId="2E4CB014" w14:textId="77777777" w:rsidTr="005E3B14">
        <w:trPr>
          <w:trHeight w:val="270"/>
        </w:trPr>
        <w:tc>
          <w:tcPr>
            <w:tcW w:w="9567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19AC" w14:textId="77777777" w:rsidR="005175FD" w:rsidRPr="00D56FA9" w:rsidRDefault="005175FD" w:rsidP="009E7A1E">
            <w:pPr>
              <w:pStyle w:val="Geenafstand"/>
              <w:rPr>
                <w:highlight w:val="white"/>
              </w:rPr>
            </w:pPr>
            <w:r w:rsidRPr="00D56FA9">
              <w:rPr>
                <w:highlight w:val="white"/>
              </w:rPr>
              <w:t>Naam verzekering (verplicht) </w:t>
            </w:r>
          </w:p>
        </w:tc>
      </w:tr>
      <w:tr w:rsidR="005175FD" w14:paraId="12993DB3" w14:textId="77777777" w:rsidTr="005E3B14">
        <w:trPr>
          <w:trHeight w:val="270"/>
        </w:trPr>
        <w:tc>
          <w:tcPr>
            <w:tcW w:w="9567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BCBE0" w14:textId="77777777" w:rsidR="005175FD" w:rsidRPr="00D56FA9" w:rsidRDefault="005175FD" w:rsidP="009E7A1E">
            <w:pPr>
              <w:pStyle w:val="Geenafstand"/>
              <w:rPr>
                <w:highlight w:val="white"/>
              </w:rPr>
            </w:pPr>
            <w:proofErr w:type="gramStart"/>
            <w:r w:rsidRPr="00D56FA9">
              <w:rPr>
                <w:highlight w:val="white"/>
              </w:rPr>
              <w:t>Registratie /</w:t>
            </w:r>
            <w:proofErr w:type="gramEnd"/>
            <w:r w:rsidRPr="00D56FA9">
              <w:rPr>
                <w:highlight w:val="white"/>
              </w:rPr>
              <w:t xml:space="preserve"> </w:t>
            </w:r>
            <w:proofErr w:type="spellStart"/>
            <w:r w:rsidRPr="00D56FA9">
              <w:rPr>
                <w:highlight w:val="white"/>
              </w:rPr>
              <w:t>polisnummer</w:t>
            </w:r>
            <w:proofErr w:type="spellEnd"/>
            <w:r w:rsidRPr="00D56FA9">
              <w:rPr>
                <w:highlight w:val="white"/>
              </w:rPr>
              <w:t>: (verplicht)      </w:t>
            </w:r>
            <w:r w:rsidRPr="00D56FA9">
              <w:rPr>
                <w:highlight w:val="white"/>
              </w:rPr>
              <w:tab/>
            </w:r>
          </w:p>
        </w:tc>
      </w:tr>
      <w:tr w:rsidR="005175FD" w14:paraId="15CDD8A2" w14:textId="77777777" w:rsidTr="005E3B14">
        <w:trPr>
          <w:trHeight w:val="270"/>
        </w:trPr>
        <w:tc>
          <w:tcPr>
            <w:tcW w:w="9567" w:type="dxa"/>
            <w:gridSpan w:val="2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0B008" w14:textId="77777777" w:rsidR="005175FD" w:rsidRPr="00D56FA9" w:rsidRDefault="005175FD" w:rsidP="009E7A1E">
            <w:pPr>
              <w:pStyle w:val="Geenafstand"/>
              <w:rPr>
                <w:highlight w:val="white"/>
              </w:rPr>
            </w:pPr>
            <w:r w:rsidRPr="00D56FA9">
              <w:rPr>
                <w:highlight w:val="white"/>
              </w:rPr>
              <w:t>Beschikking gemeente </w:t>
            </w:r>
            <w:r w:rsidRPr="00D56FA9">
              <w:rPr>
                <w:highlight w:val="white"/>
              </w:rPr>
              <w:tab/>
              <w:t xml:space="preserve"> </w:t>
            </w:r>
            <w:r w:rsidR="00D56FA9" w:rsidRPr="00D56FA9">
              <w:rPr>
                <w:highlight w:val="white"/>
              </w:rPr>
              <w:t>J</w:t>
            </w:r>
            <w:r w:rsidRPr="00D56FA9">
              <w:rPr>
                <w:highlight w:val="white"/>
              </w:rPr>
              <w:t xml:space="preserve">a </w:t>
            </w:r>
            <w:r w:rsidR="00D56FA9" w:rsidRPr="00D56FA9">
              <w:rPr>
                <w:highlight w:val="white"/>
              </w:rPr>
              <w:t>(</w:t>
            </w:r>
            <w:r w:rsidRPr="00D56FA9">
              <w:rPr>
                <w:highlight w:val="white"/>
              </w:rPr>
              <w:t>meesturen!</w:t>
            </w:r>
            <w:r w:rsidR="00D56FA9" w:rsidRPr="00D56FA9">
              <w:rPr>
                <w:highlight w:val="white"/>
              </w:rPr>
              <w:t xml:space="preserve">)  </w:t>
            </w:r>
            <w:r w:rsidR="00D56FA9" w:rsidRPr="00FB1B2E">
              <w:rPr>
                <w:color w:val="808080" w:themeColor="background1" w:themeShade="80"/>
                <w:highlight w:val="white"/>
                <w14:textFill>
                  <w14:solidFill>
                    <w14:schemeClr w14:val="bg1">
                      <w14:lumMod w14:val="50000"/>
                      <w14:lumMod w14:val="50000"/>
                    </w14:schemeClr>
                  </w14:solidFill>
                </w14:textFill>
              </w:rPr>
              <w:t>|</w:t>
            </w:r>
            <w:r w:rsidR="00D56FA9" w:rsidRPr="00D56FA9">
              <w:rPr>
                <w:highlight w:val="white"/>
              </w:rPr>
              <w:t xml:space="preserve"> N</w:t>
            </w:r>
            <w:r w:rsidRPr="00D56FA9">
              <w:rPr>
                <w:highlight w:val="white"/>
              </w:rPr>
              <w:t>ee</w:t>
            </w:r>
            <w:r w:rsidR="00D56FA9" w:rsidRPr="00FB1B2E">
              <w:rPr>
                <w:color w:val="808080" w:themeColor="background1" w:themeShade="80"/>
                <w:highlight w:val="white"/>
                <w14:textFill>
                  <w14:solidFill>
                    <w14:schemeClr w14:val="bg1">
                      <w14:lumMod w14:val="50000"/>
                      <w14:lumMod w14:val="50000"/>
                    </w14:schemeClr>
                  </w14:solidFill>
                </w14:textFill>
              </w:rPr>
              <w:t xml:space="preserve"> |  </w:t>
            </w:r>
            <w:r w:rsidRPr="00FB1B2E">
              <w:rPr>
                <w:color w:val="808080" w:themeColor="background1" w:themeShade="80"/>
                <w:highlight w:val="white"/>
                <w14:textFill>
                  <w14:solidFill>
                    <w14:schemeClr w14:val="bg1">
                      <w14:lumMod w14:val="50000"/>
                      <w14:lumMod w14:val="50000"/>
                    </w14:schemeClr>
                  </w14:solidFill>
                </w14:textFill>
              </w:rPr>
              <w:t xml:space="preserve"> </w:t>
            </w:r>
            <w:r w:rsidR="00D56FA9" w:rsidRPr="00D56FA9">
              <w:rPr>
                <w:highlight w:val="white"/>
              </w:rPr>
              <w:t>I</w:t>
            </w:r>
            <w:r w:rsidRPr="00D56FA9">
              <w:rPr>
                <w:highlight w:val="white"/>
              </w:rPr>
              <w:t>n aanvraag</w:t>
            </w:r>
          </w:p>
        </w:tc>
      </w:tr>
      <w:tr w:rsidR="005175FD" w14:paraId="40666199" w14:textId="77777777" w:rsidTr="005E3B14">
        <w:trPr>
          <w:trHeight w:val="310"/>
        </w:trPr>
        <w:tc>
          <w:tcPr>
            <w:tcW w:w="5315" w:type="dxa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C7B66" w14:textId="77777777" w:rsidR="005175FD" w:rsidRPr="00D56FA9" w:rsidRDefault="005175FD" w:rsidP="009E7A1E">
            <w:pPr>
              <w:pStyle w:val="Geenafstand"/>
              <w:rPr>
                <w:highlight w:val="white"/>
              </w:rPr>
            </w:pPr>
            <w:r w:rsidRPr="00D56FA9">
              <w:rPr>
                <w:highlight w:val="white"/>
              </w:rPr>
              <w:t>BSN-nummer: (verplicht)</w:t>
            </w:r>
          </w:p>
        </w:tc>
        <w:tc>
          <w:tcPr>
            <w:tcW w:w="4252" w:type="dxa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A28A" w14:textId="77777777" w:rsidR="005175FD" w:rsidRDefault="005175FD" w:rsidP="009E7A1E">
            <w:pPr>
              <w:pStyle w:val="Geenafstand"/>
            </w:pPr>
          </w:p>
        </w:tc>
      </w:tr>
    </w:tbl>
    <w:p w14:paraId="547FA9F4" w14:textId="77777777" w:rsidR="009A4802" w:rsidRDefault="009A4802">
      <w:pPr>
        <w:rPr>
          <w:b/>
          <w:bCs/>
          <w:iCs/>
        </w:rPr>
      </w:pPr>
    </w:p>
    <w:p w14:paraId="40A7E41F" w14:textId="77777777" w:rsidR="009A4802" w:rsidRDefault="009A4802" w:rsidP="009A4802">
      <w:pPr>
        <w:pStyle w:val="Kop2"/>
      </w:pPr>
      <w:r>
        <w:t>Inhoudelijke gegevens</w:t>
      </w:r>
    </w:p>
    <w:p w14:paraId="03E75FC5" w14:textId="77777777" w:rsidR="009A4802" w:rsidRDefault="009A4802" w:rsidP="009E7A1E">
      <w:pPr>
        <w:pStyle w:val="Geenafstand"/>
      </w:pPr>
    </w:p>
    <w:tbl>
      <w:tblPr>
        <w:tblW w:w="9567" w:type="dxa"/>
        <w:tblInd w:w="-5" w:type="dxa"/>
        <w:tblBorders>
          <w:top w:val="dotted" w:sz="4" w:space="0" w:color="C6D2CD"/>
          <w:left w:val="dotted" w:sz="4" w:space="0" w:color="C6D2CD"/>
          <w:bottom w:val="dotted" w:sz="4" w:space="0" w:color="C6D2CD"/>
          <w:right w:val="dotted" w:sz="4" w:space="0" w:color="C6D2CD"/>
          <w:insideH w:val="dotted" w:sz="4" w:space="0" w:color="C6D2CD"/>
          <w:insideV w:val="dotted" w:sz="4" w:space="0" w:color="C6D2CD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1595"/>
        <w:gridCol w:w="1594"/>
        <w:gridCol w:w="3189"/>
      </w:tblGrid>
      <w:tr w:rsidR="009A4802" w:rsidRPr="005175FD" w14:paraId="7DB0E5CE" w14:textId="77777777" w:rsidTr="00124E6C">
        <w:trPr>
          <w:trHeight w:val="290"/>
        </w:trPr>
        <w:tc>
          <w:tcPr>
            <w:tcW w:w="9567" w:type="dxa"/>
            <w:gridSpan w:val="4"/>
            <w:shd w:val="clear" w:color="auto" w:fill="C6D3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1A842" w14:textId="77777777" w:rsidR="009A4802" w:rsidRPr="005175FD" w:rsidRDefault="009A4802" w:rsidP="00124E6C">
            <w:pPr>
              <w:pStyle w:val="Kop3"/>
            </w:pPr>
            <w:r>
              <w:t>Aanmeldreden</w:t>
            </w:r>
          </w:p>
        </w:tc>
      </w:tr>
      <w:tr w:rsidR="009A4802" w14:paraId="53D090B1" w14:textId="77777777" w:rsidTr="00124E6C">
        <w:trPr>
          <w:trHeight w:val="920"/>
        </w:trPr>
        <w:tc>
          <w:tcPr>
            <w:tcW w:w="9567" w:type="dxa"/>
            <w:gridSpan w:val="4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1D61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 xml:space="preserve">Reden van aanmelding: </w:t>
            </w:r>
          </w:p>
          <w:p w14:paraId="230CCA5D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3CBC0722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146A89C8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56347CBF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36A282FB" w14:textId="77777777" w:rsidR="009A4802" w:rsidRPr="004A323F" w:rsidRDefault="009A4802" w:rsidP="009E7A1E">
            <w:pPr>
              <w:pStyle w:val="Geenafstand"/>
              <w:rPr>
                <w:highlight w:val="white"/>
              </w:rPr>
            </w:pPr>
          </w:p>
          <w:p w14:paraId="138797A0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</w:tc>
      </w:tr>
      <w:tr w:rsidR="009A4802" w14:paraId="334E4A17" w14:textId="77777777" w:rsidTr="00124E6C">
        <w:trPr>
          <w:trHeight w:val="920"/>
        </w:trPr>
        <w:tc>
          <w:tcPr>
            <w:tcW w:w="9567" w:type="dxa"/>
            <w:gridSpan w:val="4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BBFA7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Omschrijving van het probleemgedrag op het moment van aanmelding:</w:t>
            </w:r>
          </w:p>
          <w:p w14:paraId="0C042BFC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17180C83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10A4BD46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1AFDD9CC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17991B26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67B34D31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64A544D3" w14:textId="77777777" w:rsidR="009A4802" w:rsidRPr="004A323F" w:rsidRDefault="009A4802" w:rsidP="009E7A1E">
            <w:pPr>
              <w:pStyle w:val="Geenafstand"/>
              <w:rPr>
                <w:highlight w:val="white"/>
              </w:rPr>
            </w:pPr>
          </w:p>
        </w:tc>
      </w:tr>
      <w:tr w:rsidR="009A4802" w14:paraId="4FC35E23" w14:textId="77777777" w:rsidTr="00124E6C">
        <w:trPr>
          <w:trHeight w:val="920"/>
        </w:trPr>
        <w:tc>
          <w:tcPr>
            <w:tcW w:w="9567" w:type="dxa"/>
            <w:gridSpan w:val="4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D1C5C" w14:textId="77777777" w:rsidR="009A4802" w:rsidRDefault="009A4802" w:rsidP="009E7A1E">
            <w:pPr>
              <w:pStyle w:val="Geenafstand"/>
            </w:pPr>
            <w:r>
              <w:rPr>
                <w:highlight w:val="white"/>
              </w:rPr>
              <w:t>Wat is de hulpvraag (zo concreet mogelijk):</w:t>
            </w:r>
          </w:p>
          <w:p w14:paraId="23B5E49E" w14:textId="77777777" w:rsidR="009A4802" w:rsidRDefault="009A4802" w:rsidP="009E7A1E">
            <w:pPr>
              <w:pStyle w:val="Geenafstand"/>
            </w:pPr>
          </w:p>
          <w:p w14:paraId="14104A28" w14:textId="77777777" w:rsidR="009A4802" w:rsidRDefault="009A4802" w:rsidP="009E7A1E">
            <w:pPr>
              <w:pStyle w:val="Geenafstand"/>
            </w:pPr>
          </w:p>
          <w:p w14:paraId="4FF9A251" w14:textId="77777777" w:rsidR="009A4802" w:rsidRDefault="009A4802" w:rsidP="009E7A1E">
            <w:pPr>
              <w:pStyle w:val="Geenafstand"/>
            </w:pPr>
          </w:p>
          <w:p w14:paraId="36D4E9B3" w14:textId="77777777" w:rsidR="009A4802" w:rsidRDefault="009A4802" w:rsidP="009E7A1E">
            <w:pPr>
              <w:pStyle w:val="Geenafstand"/>
            </w:pPr>
          </w:p>
          <w:p w14:paraId="21163D90" w14:textId="77777777" w:rsidR="009A4802" w:rsidRDefault="009A4802" w:rsidP="009E7A1E">
            <w:pPr>
              <w:pStyle w:val="Geenafstand"/>
            </w:pPr>
          </w:p>
          <w:p w14:paraId="6D44865D" w14:textId="77777777" w:rsidR="009A4802" w:rsidRDefault="009A4802" w:rsidP="009E7A1E">
            <w:pPr>
              <w:pStyle w:val="Geenafstand"/>
            </w:pPr>
          </w:p>
          <w:p w14:paraId="78E3A1CE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</w:tc>
      </w:tr>
      <w:tr w:rsidR="009A4802" w14:paraId="597D78AB" w14:textId="77777777" w:rsidTr="00124E6C">
        <w:trPr>
          <w:trHeight w:val="920"/>
        </w:trPr>
        <w:tc>
          <w:tcPr>
            <w:tcW w:w="9567" w:type="dxa"/>
            <w:gridSpan w:val="4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F39C3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Welke verwachtingen en wensen heeft u voor de behandeling:</w:t>
            </w:r>
          </w:p>
          <w:p w14:paraId="1E57A789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23C3075E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0BFE5766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376BAB03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388C6C74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7E297A39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1842E5FA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</w:tc>
      </w:tr>
      <w:tr w:rsidR="009A4802" w14:paraId="61723391" w14:textId="77777777" w:rsidTr="00124E6C">
        <w:trPr>
          <w:trHeight w:val="699"/>
        </w:trPr>
        <w:tc>
          <w:tcPr>
            <w:tcW w:w="9567" w:type="dxa"/>
            <w:gridSpan w:val="4"/>
            <w:tcBorders>
              <w:top w:val="dotted" w:sz="4" w:space="0" w:color="C6D2CD"/>
              <w:left w:val="dotted" w:sz="4" w:space="0" w:color="C6D2CD"/>
              <w:bottom w:val="dotted" w:sz="4" w:space="0" w:color="C6D2CD"/>
              <w:right w:val="dotted" w:sz="4" w:space="0" w:color="C6D2CD"/>
            </w:tcBorders>
            <w:shd w:val="clear" w:color="auto" w:fill="C6D3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B1196" w14:textId="77777777" w:rsidR="009A4802" w:rsidRDefault="009A4802" w:rsidP="00124E6C">
            <w:pPr>
              <w:pStyle w:val="Kop3"/>
            </w:pPr>
            <w:r>
              <w:t>Indien het aanmeldformulier niet ingevuld is door cliënt zelf of diens ouders: is de aanmeldreden besproken met de cliënt?</w:t>
            </w:r>
          </w:p>
          <w:p w14:paraId="1B2E7CB0" w14:textId="77777777" w:rsidR="009A4802" w:rsidRPr="007E0D7E" w:rsidRDefault="009A4802" w:rsidP="00124E6C">
            <w:pPr>
              <w:rPr>
                <w:lang w:eastAsia="zh-CN"/>
              </w:rPr>
            </w:pPr>
          </w:p>
        </w:tc>
      </w:tr>
      <w:tr w:rsidR="009A4802" w14:paraId="68AB0129" w14:textId="77777777" w:rsidTr="00124E6C">
        <w:trPr>
          <w:trHeight w:val="270"/>
        </w:trPr>
        <w:tc>
          <w:tcPr>
            <w:tcW w:w="3189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13463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Ja | Nee</w:t>
            </w:r>
          </w:p>
          <w:p w14:paraId="7BB3BDAF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3980EF5D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226BA851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</w:tc>
        <w:tc>
          <w:tcPr>
            <w:tcW w:w="3189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4E3A0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 xml:space="preserve">Indien nee, waarom niet: </w:t>
            </w:r>
          </w:p>
          <w:p w14:paraId="7D3D2D70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2F052A5C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7436CAE2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</w:tc>
        <w:tc>
          <w:tcPr>
            <w:tcW w:w="3189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23A88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 xml:space="preserve">Indien ja, is de cliënt het eens met de hulpvraag en aanmelding? </w:t>
            </w:r>
          </w:p>
          <w:p w14:paraId="575C6C1D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  <w:p w14:paraId="0FAC865B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</w:tc>
      </w:tr>
      <w:tr w:rsidR="009A4802" w14:paraId="734AA45C" w14:textId="77777777" w:rsidTr="00124E6C">
        <w:trPr>
          <w:trHeight w:val="290"/>
        </w:trPr>
        <w:tc>
          <w:tcPr>
            <w:tcW w:w="9567" w:type="dxa"/>
            <w:gridSpan w:val="4"/>
            <w:shd w:val="clear" w:color="auto" w:fill="C6D2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87344" w14:textId="77777777" w:rsidR="009A4802" w:rsidRDefault="009A4802" w:rsidP="00124E6C">
            <w:pPr>
              <w:pStyle w:val="Kop3"/>
            </w:pPr>
            <w:r>
              <w:t>Andere belangrijke personen in het sociaal netwerk van cliënt</w:t>
            </w:r>
          </w:p>
        </w:tc>
      </w:tr>
      <w:tr w:rsidR="009A4802" w14:paraId="7F2AE0EA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04128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Naam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603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Relatie tot: cliënt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</w:tr>
      <w:tr w:rsidR="009A4802" w14:paraId="765C88EB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36C91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Naam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8BE62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Relatie tot: cliënt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</w:tr>
      <w:tr w:rsidR="009A4802" w14:paraId="5D42EF09" w14:textId="77777777" w:rsidTr="00124E6C">
        <w:trPr>
          <w:trHeight w:val="270"/>
        </w:trPr>
        <w:tc>
          <w:tcPr>
            <w:tcW w:w="4784" w:type="dxa"/>
            <w:gridSpan w:val="2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D9EF9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Naam</w:t>
            </w:r>
          </w:p>
        </w:tc>
        <w:tc>
          <w:tcPr>
            <w:tcW w:w="4783" w:type="dxa"/>
            <w:gridSpan w:val="2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89D2F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Relatie tot: cliënt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</w:tr>
      <w:tr w:rsidR="009A4802" w14:paraId="02BD4FF7" w14:textId="77777777" w:rsidTr="00124E6C">
        <w:trPr>
          <w:trHeight w:val="290"/>
        </w:trPr>
        <w:tc>
          <w:tcPr>
            <w:tcW w:w="9567" w:type="dxa"/>
            <w:gridSpan w:val="4"/>
            <w:shd w:val="clear" w:color="auto" w:fill="C6D2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919BD" w14:textId="77777777" w:rsidR="009A4802" w:rsidRDefault="009A4802" w:rsidP="00124E6C">
            <w:pPr>
              <w:pStyle w:val="Kop3"/>
            </w:pPr>
            <w:r>
              <w:t xml:space="preserve">Heeft er eerder diagnostisch onderzoek plaatsgevonden? </w:t>
            </w:r>
          </w:p>
        </w:tc>
      </w:tr>
      <w:tr w:rsidR="009A4802" w14:paraId="74E61EB5" w14:textId="77777777" w:rsidTr="00124E6C">
        <w:trPr>
          <w:trHeight w:val="48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16437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Heeft er in het verleden een niveaubepaling plaatsgevonden (IQ-</w:t>
            </w:r>
            <w:proofErr w:type="gramStart"/>
            <w:r>
              <w:rPr>
                <w:highlight w:val="white"/>
              </w:rPr>
              <w:t xml:space="preserve">test)   </w:t>
            </w:r>
            <w:proofErr w:type="gramEnd"/>
            <w:r>
              <w:rPr>
                <w:highlight w:val="white"/>
              </w:rPr>
              <w:t xml:space="preserve">  Ja </w:t>
            </w:r>
            <w:r w:rsidRPr="005175FD">
              <w:rPr>
                <w:color w:val="808080" w:themeColor="background1" w:themeShade="80"/>
                <w:highlight w:val="white"/>
              </w:rPr>
              <w:t>|</w:t>
            </w:r>
            <w:r>
              <w:rPr>
                <w:highlight w:val="white"/>
              </w:rPr>
              <w:t xml:space="preserve">  Nee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E4F46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Testjaar:</w:t>
            </w:r>
          </w:p>
          <w:p w14:paraId="3814113D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Totaal IQ:</w:t>
            </w:r>
          </w:p>
        </w:tc>
      </w:tr>
      <w:tr w:rsidR="009A4802" w14:paraId="7D21477E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505E2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 xml:space="preserve">Is er een diagnose gesteld?    Ja </w:t>
            </w:r>
            <w:proofErr w:type="gramStart"/>
            <w:r w:rsidRPr="005175FD">
              <w:rPr>
                <w:color w:val="808080" w:themeColor="background1" w:themeShade="80"/>
                <w:highlight w:val="white"/>
              </w:rPr>
              <w:t>|</w:t>
            </w:r>
            <w:r>
              <w:rPr>
                <w:highlight w:val="white"/>
              </w:rPr>
              <w:t xml:space="preserve">  Nee</w:t>
            </w:r>
            <w:proofErr w:type="gramEnd"/>
          </w:p>
          <w:p w14:paraId="7C2F79F4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67116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Testjaar:</w:t>
            </w:r>
          </w:p>
          <w:p w14:paraId="290D451E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 xml:space="preserve">Welke diagnose: </w:t>
            </w:r>
          </w:p>
        </w:tc>
      </w:tr>
      <w:tr w:rsidR="009A4802" w14:paraId="01FEA781" w14:textId="77777777" w:rsidTr="00124E6C">
        <w:trPr>
          <w:trHeight w:val="270"/>
        </w:trPr>
        <w:tc>
          <w:tcPr>
            <w:tcW w:w="9567" w:type="dxa"/>
            <w:gridSpan w:val="4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0A470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Overige bijzonderheden:</w:t>
            </w:r>
          </w:p>
          <w:p w14:paraId="7971134F" w14:textId="77777777" w:rsidR="009A4802" w:rsidRDefault="009A4802" w:rsidP="009E7A1E">
            <w:pPr>
              <w:pStyle w:val="Geenafstand"/>
              <w:rPr>
                <w:highlight w:val="white"/>
              </w:rPr>
            </w:pPr>
          </w:p>
        </w:tc>
      </w:tr>
      <w:tr w:rsidR="009A4802" w14:paraId="60E13105" w14:textId="77777777" w:rsidTr="00124E6C">
        <w:trPr>
          <w:trHeight w:val="290"/>
        </w:trPr>
        <w:tc>
          <w:tcPr>
            <w:tcW w:w="9567" w:type="dxa"/>
            <w:gridSpan w:val="4"/>
            <w:shd w:val="clear" w:color="auto" w:fill="C6D2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CAACD" w14:textId="77777777" w:rsidR="009A4802" w:rsidRDefault="009A4802" w:rsidP="00124E6C">
            <w:pPr>
              <w:pStyle w:val="Kop3"/>
            </w:pPr>
            <w:r>
              <w:t>Huidige school of dagbesteding aangemelde cliënt</w:t>
            </w:r>
          </w:p>
        </w:tc>
      </w:tr>
      <w:tr w:rsidR="009A4802" w14:paraId="55CE4376" w14:textId="77777777" w:rsidTr="00124E6C">
        <w:trPr>
          <w:trHeight w:val="270"/>
        </w:trPr>
        <w:tc>
          <w:tcPr>
            <w:tcW w:w="3189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86A7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Naam</w:t>
            </w:r>
          </w:p>
        </w:tc>
        <w:tc>
          <w:tcPr>
            <w:tcW w:w="3189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4757B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Type</w:t>
            </w:r>
          </w:p>
        </w:tc>
        <w:tc>
          <w:tcPr>
            <w:tcW w:w="3189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CE18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Groep</w:t>
            </w:r>
            <w:r>
              <w:rPr>
                <w:rFonts w:ascii="Arimo" w:eastAsia="Arimo" w:hAnsi="Arimo" w:cs="Arimo"/>
                <w:highlight w:val="white"/>
              </w:rPr>
              <w:tab/>
            </w:r>
            <w:r>
              <w:rPr>
                <w:rFonts w:ascii="Arimo" w:eastAsia="Arimo" w:hAnsi="Arimo" w:cs="Arimo"/>
                <w:highlight w:val="white"/>
              </w:rPr>
              <w:tab/>
            </w:r>
            <w:r>
              <w:rPr>
                <w:highlight w:val="white"/>
              </w:rPr>
              <w:t>Jaar</w:t>
            </w:r>
            <w:r>
              <w:rPr>
                <w:rFonts w:ascii="Arimo" w:eastAsia="Arimo" w:hAnsi="Arimo" w:cs="Arimo"/>
                <w:highlight w:val="white"/>
              </w:rPr>
              <w:t>    </w:t>
            </w:r>
          </w:p>
        </w:tc>
      </w:tr>
      <w:tr w:rsidR="009A4802" w14:paraId="4D7C109B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EF06A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Adres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9F797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Postcode</w:t>
            </w:r>
            <w:r>
              <w:rPr>
                <w:highlight w:val="white"/>
              </w:rPr>
              <w:tab/>
              <w:t xml:space="preserve">    Plaats</w:t>
            </w:r>
            <w:r>
              <w:rPr>
                <w:rFonts w:ascii="Arimo" w:eastAsia="Arimo" w:hAnsi="Arimo" w:cs="Arimo"/>
                <w:highlight w:val="white"/>
              </w:rPr>
              <w:t>     </w:t>
            </w:r>
          </w:p>
        </w:tc>
      </w:tr>
      <w:tr w:rsidR="009A4802" w14:paraId="1CB443B6" w14:textId="77777777" w:rsidTr="00124E6C">
        <w:trPr>
          <w:trHeight w:val="270"/>
        </w:trPr>
        <w:tc>
          <w:tcPr>
            <w:tcW w:w="4784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5DF5B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Telefoon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  <w:tc>
          <w:tcPr>
            <w:tcW w:w="478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5FC1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 xml:space="preserve">Contactpersoon </w:t>
            </w:r>
            <w:r>
              <w:rPr>
                <w:highlight w:val="white"/>
              </w:rPr>
              <w:tab/>
            </w:r>
            <w:r>
              <w:rPr>
                <w:highlight w:val="white"/>
              </w:rPr>
              <w:tab/>
            </w:r>
            <w:r>
              <w:rPr>
                <w:highlight w:val="white"/>
              </w:rPr>
              <w:tab/>
            </w:r>
            <w:r>
              <w:rPr>
                <w:highlight w:val="white"/>
              </w:rPr>
              <w:tab/>
              <w:t xml:space="preserve">          </w:t>
            </w:r>
            <w:proofErr w:type="gramStart"/>
            <w:r>
              <w:rPr>
                <w:highlight w:val="white"/>
              </w:rPr>
              <w:t xml:space="preserve">m  </w:t>
            </w:r>
            <w:r w:rsidRPr="005175FD">
              <w:rPr>
                <w:color w:val="808080" w:themeColor="background1" w:themeShade="80"/>
                <w:highlight w:val="white"/>
              </w:rPr>
              <w:t>|</w:t>
            </w:r>
            <w:proofErr w:type="gramEnd"/>
            <w:r>
              <w:rPr>
                <w:highlight w:val="white"/>
              </w:rPr>
              <w:t xml:space="preserve">  v</w:t>
            </w:r>
          </w:p>
        </w:tc>
      </w:tr>
      <w:tr w:rsidR="009A4802" w14:paraId="68EF5A2C" w14:textId="77777777" w:rsidTr="00124E6C">
        <w:trPr>
          <w:trHeight w:val="310"/>
        </w:trPr>
        <w:tc>
          <w:tcPr>
            <w:tcW w:w="4784" w:type="dxa"/>
            <w:gridSpan w:val="2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6535D" w14:textId="77777777" w:rsidR="009A4802" w:rsidRDefault="009A4802" w:rsidP="009E7A1E">
            <w:pPr>
              <w:pStyle w:val="Geenafstand"/>
            </w:pPr>
          </w:p>
        </w:tc>
        <w:tc>
          <w:tcPr>
            <w:tcW w:w="4783" w:type="dxa"/>
            <w:gridSpan w:val="2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041C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E-mailadres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</w:tr>
    </w:tbl>
    <w:p w14:paraId="41632612" w14:textId="77777777" w:rsidR="009A4802" w:rsidRPr="00B740F4" w:rsidRDefault="009A4802" w:rsidP="009A4802">
      <w:pPr>
        <w:rPr>
          <w:b/>
          <w:bCs/>
          <w:iCs/>
        </w:rPr>
      </w:pPr>
    </w:p>
    <w:tbl>
      <w:tblPr>
        <w:tblW w:w="9567" w:type="dxa"/>
        <w:tblInd w:w="-5" w:type="dxa"/>
        <w:tblBorders>
          <w:top w:val="dotted" w:sz="4" w:space="0" w:color="C6D2CD"/>
          <w:left w:val="dotted" w:sz="4" w:space="0" w:color="C6D2CD"/>
          <w:bottom w:val="dotted" w:sz="4" w:space="0" w:color="C6D2CD"/>
          <w:right w:val="dotted" w:sz="4" w:space="0" w:color="C6D2CD"/>
          <w:insideH w:val="dotted" w:sz="4" w:space="0" w:color="C6D2CD"/>
          <w:insideV w:val="dotted" w:sz="4" w:space="0" w:color="C6D2CD"/>
        </w:tblBorders>
        <w:tblLayout w:type="fixed"/>
        <w:tblLook w:val="0000" w:firstRow="0" w:lastRow="0" w:firstColumn="0" w:lastColumn="0" w:noHBand="0" w:noVBand="0"/>
      </w:tblPr>
      <w:tblGrid>
        <w:gridCol w:w="1913"/>
        <w:gridCol w:w="1914"/>
        <w:gridCol w:w="957"/>
        <w:gridCol w:w="956"/>
        <w:gridCol w:w="1913"/>
        <w:gridCol w:w="1914"/>
      </w:tblGrid>
      <w:tr w:rsidR="009A4802" w14:paraId="23CBDD44" w14:textId="77777777" w:rsidTr="00124E6C">
        <w:trPr>
          <w:trHeight w:val="290"/>
        </w:trPr>
        <w:tc>
          <w:tcPr>
            <w:tcW w:w="9567" w:type="dxa"/>
            <w:gridSpan w:val="6"/>
            <w:shd w:val="clear" w:color="auto" w:fill="C6D2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86373" w14:textId="77777777" w:rsidR="009A4802" w:rsidRDefault="009A4802" w:rsidP="00124E6C">
            <w:pPr>
              <w:pStyle w:val="Kop3"/>
            </w:pPr>
            <w:r>
              <w:t>Huisarts en overige medische gegevens aangemelde cliënt</w:t>
            </w:r>
          </w:p>
        </w:tc>
      </w:tr>
      <w:tr w:rsidR="009A4802" w14:paraId="48AA7C7C" w14:textId="77777777" w:rsidTr="00124E6C">
        <w:trPr>
          <w:trHeight w:val="500"/>
        </w:trPr>
        <w:tc>
          <w:tcPr>
            <w:tcW w:w="4784" w:type="dxa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42CCD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Is er nu, of in het verleden behandeling door een specialist (bv. psychiater) geweest: ja   nee</w:t>
            </w:r>
          </w:p>
        </w:tc>
        <w:tc>
          <w:tcPr>
            <w:tcW w:w="4783" w:type="dxa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7B007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Gegevens behandelaar:</w:t>
            </w:r>
          </w:p>
          <w:p w14:paraId="1CD8EA8A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     </w:t>
            </w:r>
          </w:p>
        </w:tc>
      </w:tr>
      <w:tr w:rsidR="009A4802" w14:paraId="0FDF10F8" w14:textId="77777777" w:rsidTr="00124E6C">
        <w:trPr>
          <w:trHeight w:val="480"/>
        </w:trPr>
        <w:tc>
          <w:tcPr>
            <w:tcW w:w="9567" w:type="dxa"/>
            <w:gridSpan w:val="6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67E68" w14:textId="77777777" w:rsidR="009A4802" w:rsidRPr="000C68DB" w:rsidRDefault="009A4802" w:rsidP="009E7A1E">
            <w:pPr>
              <w:pStyle w:val="Geenafstand"/>
              <w:rPr>
                <w:highlight w:val="white"/>
              </w:rPr>
            </w:pPr>
            <w:r w:rsidRPr="000C68DB">
              <w:rPr>
                <w:highlight w:val="white"/>
              </w:rPr>
              <w:t>Medicijngebruik</w:t>
            </w:r>
          </w:p>
          <w:p w14:paraId="0FDC4210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 xml:space="preserve">Is </w:t>
            </w:r>
            <w:proofErr w:type="gramStart"/>
            <w:r>
              <w:rPr>
                <w:highlight w:val="white"/>
              </w:rPr>
              <w:t>er in</w:t>
            </w:r>
            <w:proofErr w:type="gramEnd"/>
            <w:r>
              <w:rPr>
                <w:highlight w:val="white"/>
              </w:rPr>
              <w:t xml:space="preserve"> verleden of heden sprake van medicatiegebruik?</w:t>
            </w:r>
          </w:p>
        </w:tc>
      </w:tr>
      <w:tr w:rsidR="009A4802" w14:paraId="0315CFFC" w14:textId="77777777" w:rsidTr="00124E6C">
        <w:trPr>
          <w:trHeight w:val="480"/>
        </w:trPr>
        <w:tc>
          <w:tcPr>
            <w:tcW w:w="1913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AB38F" w14:textId="77777777" w:rsidR="009A4802" w:rsidRPr="000C68DB" w:rsidRDefault="009A4802" w:rsidP="009E7A1E">
            <w:pPr>
              <w:pStyle w:val="Geenafstand"/>
              <w:rPr>
                <w:highlight w:val="white"/>
              </w:rPr>
            </w:pPr>
            <w:r w:rsidRPr="000C68DB">
              <w:rPr>
                <w:highlight w:val="white"/>
              </w:rPr>
              <w:t>Datum</w:t>
            </w:r>
          </w:p>
        </w:tc>
        <w:tc>
          <w:tcPr>
            <w:tcW w:w="1914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7815D" w14:textId="77777777" w:rsidR="009A4802" w:rsidRPr="000C68DB" w:rsidRDefault="009A4802" w:rsidP="009E7A1E">
            <w:pPr>
              <w:pStyle w:val="Geenafstand"/>
              <w:rPr>
                <w:highlight w:val="white"/>
              </w:rPr>
            </w:pPr>
            <w:r w:rsidRPr="000C68DB">
              <w:rPr>
                <w:highlight w:val="white"/>
              </w:rPr>
              <w:t>Welke medicijnen + dosering</w:t>
            </w:r>
          </w:p>
        </w:tc>
        <w:tc>
          <w:tcPr>
            <w:tcW w:w="191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AB5E8" w14:textId="77777777" w:rsidR="009A4802" w:rsidRPr="000C68DB" w:rsidRDefault="009A4802" w:rsidP="009E7A1E">
            <w:pPr>
              <w:pStyle w:val="Geenafstand"/>
              <w:rPr>
                <w:highlight w:val="white"/>
              </w:rPr>
            </w:pPr>
            <w:r w:rsidRPr="000C68DB">
              <w:rPr>
                <w:highlight w:val="white"/>
              </w:rPr>
              <w:t>Waarom?</w:t>
            </w:r>
          </w:p>
        </w:tc>
        <w:tc>
          <w:tcPr>
            <w:tcW w:w="1913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17F7E" w14:textId="77777777" w:rsidR="009A4802" w:rsidRPr="000C68DB" w:rsidRDefault="009A4802" w:rsidP="009E7A1E">
            <w:pPr>
              <w:pStyle w:val="Geenafstand"/>
              <w:rPr>
                <w:highlight w:val="white"/>
              </w:rPr>
            </w:pPr>
            <w:r w:rsidRPr="000C68DB">
              <w:rPr>
                <w:highlight w:val="white"/>
              </w:rPr>
              <w:t>Wie heeft voorgeschreven?</w:t>
            </w:r>
          </w:p>
        </w:tc>
        <w:tc>
          <w:tcPr>
            <w:tcW w:w="1914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4C210" w14:textId="77777777" w:rsidR="009A4802" w:rsidRPr="000C68DB" w:rsidRDefault="009A4802" w:rsidP="009E7A1E">
            <w:pPr>
              <w:pStyle w:val="Geenafstand"/>
              <w:rPr>
                <w:highlight w:val="white"/>
              </w:rPr>
            </w:pPr>
            <w:r w:rsidRPr="000C68DB">
              <w:rPr>
                <w:highlight w:val="white"/>
              </w:rPr>
              <w:t>Gestopt of nog steeds</w:t>
            </w:r>
          </w:p>
        </w:tc>
      </w:tr>
      <w:tr w:rsidR="009A4802" w14:paraId="507F1FB9" w14:textId="77777777" w:rsidTr="00124E6C">
        <w:trPr>
          <w:trHeight w:val="260"/>
        </w:trPr>
        <w:tc>
          <w:tcPr>
            <w:tcW w:w="1913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8A6CC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     </w:t>
            </w:r>
          </w:p>
        </w:tc>
        <w:tc>
          <w:tcPr>
            <w:tcW w:w="1914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3DF6A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     </w:t>
            </w:r>
          </w:p>
        </w:tc>
        <w:tc>
          <w:tcPr>
            <w:tcW w:w="191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C74B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     </w:t>
            </w:r>
          </w:p>
        </w:tc>
        <w:tc>
          <w:tcPr>
            <w:tcW w:w="1913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03D5F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     </w:t>
            </w:r>
          </w:p>
        </w:tc>
        <w:tc>
          <w:tcPr>
            <w:tcW w:w="1914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F3709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     </w:t>
            </w:r>
          </w:p>
        </w:tc>
      </w:tr>
      <w:tr w:rsidR="009A4802" w14:paraId="52B12B79" w14:textId="77777777" w:rsidTr="00124E6C">
        <w:trPr>
          <w:trHeight w:val="300"/>
        </w:trPr>
        <w:tc>
          <w:tcPr>
            <w:tcW w:w="1913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D2AD" w14:textId="77777777" w:rsidR="009A4802" w:rsidRDefault="009A4802" w:rsidP="009E7A1E">
            <w:pPr>
              <w:pStyle w:val="Geenafstand"/>
            </w:pPr>
          </w:p>
        </w:tc>
        <w:tc>
          <w:tcPr>
            <w:tcW w:w="1914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F01DA" w14:textId="77777777" w:rsidR="009A4802" w:rsidRDefault="009A4802" w:rsidP="009E7A1E">
            <w:pPr>
              <w:pStyle w:val="Geenafstand"/>
            </w:pPr>
          </w:p>
        </w:tc>
        <w:tc>
          <w:tcPr>
            <w:tcW w:w="1913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6DB38" w14:textId="77777777" w:rsidR="009A4802" w:rsidRDefault="009A4802" w:rsidP="009E7A1E">
            <w:pPr>
              <w:pStyle w:val="Geenafstand"/>
            </w:pPr>
          </w:p>
        </w:tc>
        <w:tc>
          <w:tcPr>
            <w:tcW w:w="1913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4B0B5" w14:textId="77777777" w:rsidR="009A4802" w:rsidRDefault="009A4802" w:rsidP="009E7A1E">
            <w:pPr>
              <w:pStyle w:val="Geenafstand"/>
            </w:pPr>
          </w:p>
        </w:tc>
        <w:tc>
          <w:tcPr>
            <w:tcW w:w="1914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C06E3" w14:textId="77777777" w:rsidR="009A4802" w:rsidRDefault="009A4802" w:rsidP="009E7A1E">
            <w:pPr>
              <w:pStyle w:val="Geenafstand"/>
            </w:pPr>
          </w:p>
        </w:tc>
      </w:tr>
      <w:tr w:rsidR="009A4802" w14:paraId="7659BF6D" w14:textId="77777777" w:rsidTr="00124E6C">
        <w:trPr>
          <w:trHeight w:val="300"/>
        </w:trPr>
        <w:tc>
          <w:tcPr>
            <w:tcW w:w="1913" w:type="dxa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DA848" w14:textId="77777777" w:rsidR="009A4802" w:rsidRDefault="009A4802" w:rsidP="009E7A1E">
            <w:pPr>
              <w:pStyle w:val="Geenafstand"/>
              <w:rPr>
                <w:rFonts w:eastAsia="Helvetica Neue" w:cs="Helvetica Neue"/>
              </w:rPr>
            </w:pPr>
            <w:r>
              <w:t>     </w:t>
            </w:r>
          </w:p>
        </w:tc>
        <w:tc>
          <w:tcPr>
            <w:tcW w:w="1914" w:type="dxa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DBE80" w14:textId="77777777" w:rsidR="009A4802" w:rsidRDefault="009A4802" w:rsidP="009E7A1E">
            <w:pPr>
              <w:pStyle w:val="Geenafstand"/>
              <w:rPr>
                <w:rFonts w:eastAsia="Helvetica Neue" w:cs="Helvetica Neue"/>
              </w:rPr>
            </w:pPr>
            <w:r>
              <w:t>     </w:t>
            </w:r>
          </w:p>
        </w:tc>
        <w:tc>
          <w:tcPr>
            <w:tcW w:w="1913" w:type="dxa"/>
            <w:gridSpan w:val="2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22783" w14:textId="77777777" w:rsidR="009A4802" w:rsidRDefault="009A4802" w:rsidP="009E7A1E">
            <w:pPr>
              <w:pStyle w:val="Geenafstand"/>
              <w:rPr>
                <w:rFonts w:eastAsia="Helvetica Neue" w:cs="Helvetica Neue"/>
              </w:rPr>
            </w:pPr>
            <w:r>
              <w:t>     </w:t>
            </w:r>
          </w:p>
        </w:tc>
        <w:tc>
          <w:tcPr>
            <w:tcW w:w="1913" w:type="dxa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2C5D3" w14:textId="77777777" w:rsidR="009A4802" w:rsidRDefault="009A4802" w:rsidP="009E7A1E">
            <w:pPr>
              <w:pStyle w:val="Geenafstand"/>
              <w:rPr>
                <w:rFonts w:eastAsia="Helvetica Neue" w:cs="Helvetica Neue"/>
              </w:rPr>
            </w:pPr>
            <w:r>
              <w:t>     </w:t>
            </w:r>
          </w:p>
        </w:tc>
        <w:tc>
          <w:tcPr>
            <w:tcW w:w="1914" w:type="dxa"/>
            <w:tcBorders>
              <w:bottom w:val="dotted" w:sz="4" w:space="0" w:color="C6D2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C0572" w14:textId="77777777" w:rsidR="009A4802" w:rsidRDefault="009A4802" w:rsidP="009E7A1E">
            <w:pPr>
              <w:pStyle w:val="Geenafstand"/>
              <w:rPr>
                <w:rFonts w:eastAsia="Helvetica Neue" w:cs="Helvetica Neue"/>
              </w:rPr>
            </w:pPr>
            <w:r>
              <w:t>     </w:t>
            </w:r>
          </w:p>
        </w:tc>
      </w:tr>
    </w:tbl>
    <w:p w14:paraId="6C11B0B5" w14:textId="77777777" w:rsidR="009A4802" w:rsidRDefault="009A4802" w:rsidP="009A4802"/>
    <w:tbl>
      <w:tblPr>
        <w:tblW w:w="9567" w:type="dxa"/>
        <w:tblInd w:w="-5" w:type="dxa"/>
        <w:tblBorders>
          <w:top w:val="dotted" w:sz="4" w:space="0" w:color="C6D2CD"/>
          <w:left w:val="dotted" w:sz="4" w:space="0" w:color="C6D2CD"/>
          <w:bottom w:val="dotted" w:sz="4" w:space="0" w:color="C6D2CD"/>
          <w:right w:val="dotted" w:sz="4" w:space="0" w:color="C6D2CD"/>
          <w:insideH w:val="dotted" w:sz="4" w:space="0" w:color="C6D2CD"/>
          <w:insideV w:val="dotted" w:sz="4" w:space="0" w:color="C6D2CD"/>
        </w:tblBorders>
        <w:tblLayout w:type="fixed"/>
        <w:tblLook w:val="0000" w:firstRow="0" w:lastRow="0" w:firstColumn="0" w:lastColumn="0" w:noHBand="0" w:noVBand="0"/>
      </w:tblPr>
      <w:tblGrid>
        <w:gridCol w:w="4784"/>
        <w:gridCol w:w="4783"/>
      </w:tblGrid>
      <w:tr w:rsidR="009A4802" w14:paraId="216F3296" w14:textId="77777777" w:rsidTr="00124E6C">
        <w:trPr>
          <w:trHeight w:val="290"/>
        </w:trPr>
        <w:tc>
          <w:tcPr>
            <w:tcW w:w="9567" w:type="dxa"/>
            <w:gridSpan w:val="2"/>
            <w:shd w:val="clear" w:color="auto" w:fill="C6D2C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4F02F" w14:textId="77777777" w:rsidR="009A4802" w:rsidRDefault="009A4802" w:rsidP="00124E6C">
            <w:pPr>
              <w:pStyle w:val="Kop3"/>
            </w:pPr>
            <w:r>
              <w:t>Hulpverleningsverleden aangemelde cliënt</w:t>
            </w:r>
          </w:p>
        </w:tc>
      </w:tr>
      <w:tr w:rsidR="009A4802" w14:paraId="02DFEE5C" w14:textId="77777777" w:rsidTr="00124E6C">
        <w:trPr>
          <w:trHeight w:val="270"/>
        </w:trPr>
        <w:tc>
          <w:tcPr>
            <w:tcW w:w="4784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4738B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Naam</w:t>
            </w:r>
          </w:p>
        </w:tc>
        <w:tc>
          <w:tcPr>
            <w:tcW w:w="4783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1672C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Telefoon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</w:tr>
      <w:tr w:rsidR="009A4802" w14:paraId="32BBCA2C" w14:textId="77777777" w:rsidTr="00124E6C">
        <w:trPr>
          <w:trHeight w:val="270"/>
        </w:trPr>
        <w:tc>
          <w:tcPr>
            <w:tcW w:w="4784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7FE0F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Adres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  <w:tc>
          <w:tcPr>
            <w:tcW w:w="4783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A7FF7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Postcode</w:t>
            </w:r>
            <w:r>
              <w:rPr>
                <w:rFonts w:ascii="Arimo" w:eastAsia="Arimo" w:hAnsi="Arimo" w:cs="Arimo"/>
                <w:highlight w:val="white"/>
              </w:rPr>
              <w:t>   </w:t>
            </w:r>
            <w:r>
              <w:rPr>
                <w:highlight w:val="white"/>
              </w:rPr>
              <w:tab/>
              <w:t>Plaats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</w:tr>
      <w:tr w:rsidR="009A4802" w14:paraId="2A35DB3F" w14:textId="77777777" w:rsidTr="00124E6C">
        <w:trPr>
          <w:trHeight w:val="310"/>
        </w:trPr>
        <w:tc>
          <w:tcPr>
            <w:tcW w:w="4784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7D099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 xml:space="preserve">Datum: van </w:t>
            </w:r>
            <w:r>
              <w:rPr>
                <w:rFonts w:ascii="Arimo" w:eastAsia="Arimo" w:hAnsi="Arimo" w:cs="Arimo"/>
                <w:highlight w:val="white"/>
              </w:rPr>
              <w:t>     </w:t>
            </w:r>
            <w:r>
              <w:rPr>
                <w:highlight w:val="white"/>
              </w:rPr>
              <w:tab/>
              <w:t xml:space="preserve">tot </w:t>
            </w:r>
            <w:r>
              <w:rPr>
                <w:rFonts w:ascii="Arimo" w:eastAsia="Arimo" w:hAnsi="Arimo" w:cs="Arimo"/>
                <w:highlight w:val="white"/>
              </w:rPr>
              <w:t>     </w:t>
            </w:r>
          </w:p>
        </w:tc>
        <w:tc>
          <w:tcPr>
            <w:tcW w:w="4783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A7CE4" w14:textId="77777777" w:rsidR="009A4802" w:rsidRDefault="009A4802" w:rsidP="009E7A1E">
            <w:pPr>
              <w:pStyle w:val="Geenafstand"/>
            </w:pPr>
          </w:p>
        </w:tc>
      </w:tr>
      <w:tr w:rsidR="009A4802" w14:paraId="7B193EBC" w14:textId="77777777" w:rsidTr="00124E6C">
        <w:trPr>
          <w:trHeight w:val="270"/>
        </w:trPr>
        <w:tc>
          <w:tcPr>
            <w:tcW w:w="4784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8BE01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Naam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  <w:tc>
          <w:tcPr>
            <w:tcW w:w="4783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E0D19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Telefoon</w:t>
            </w:r>
            <w:r>
              <w:rPr>
                <w:rFonts w:ascii="Arimo" w:eastAsia="Arimo" w:hAnsi="Arimo" w:cs="Arimo"/>
                <w:highlight w:val="white"/>
              </w:rPr>
              <w:t>  </w:t>
            </w:r>
          </w:p>
        </w:tc>
      </w:tr>
      <w:tr w:rsidR="009A4802" w14:paraId="4EE5C10B" w14:textId="77777777" w:rsidTr="00124E6C">
        <w:trPr>
          <w:trHeight w:val="270"/>
        </w:trPr>
        <w:tc>
          <w:tcPr>
            <w:tcW w:w="4784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8BD84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Adres</w:t>
            </w:r>
          </w:p>
        </w:tc>
        <w:tc>
          <w:tcPr>
            <w:tcW w:w="4783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B3750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Postcode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  <w:r>
              <w:rPr>
                <w:highlight w:val="white"/>
              </w:rPr>
              <w:tab/>
              <w:t>Plaats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</w:p>
        </w:tc>
      </w:tr>
      <w:tr w:rsidR="009A4802" w14:paraId="5BF94F7D" w14:textId="77777777" w:rsidTr="00124E6C">
        <w:trPr>
          <w:trHeight w:val="310"/>
        </w:trPr>
        <w:tc>
          <w:tcPr>
            <w:tcW w:w="4784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B99B0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 xml:space="preserve">Datum: van </w:t>
            </w:r>
            <w:r>
              <w:rPr>
                <w:rFonts w:ascii="Arimo" w:eastAsia="Arimo" w:hAnsi="Arimo" w:cs="Arimo"/>
                <w:highlight w:val="white"/>
              </w:rPr>
              <w:t>     </w:t>
            </w:r>
            <w:r>
              <w:rPr>
                <w:highlight w:val="white"/>
              </w:rPr>
              <w:tab/>
              <w:t xml:space="preserve">tot </w:t>
            </w:r>
            <w:r>
              <w:rPr>
                <w:rFonts w:ascii="Arimo" w:eastAsia="Arimo" w:hAnsi="Arimo" w:cs="Arimo"/>
                <w:highlight w:val="white"/>
              </w:rPr>
              <w:t>     </w:t>
            </w:r>
          </w:p>
        </w:tc>
        <w:tc>
          <w:tcPr>
            <w:tcW w:w="4783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3D4D9" w14:textId="77777777" w:rsidR="009A4802" w:rsidRDefault="009A4802" w:rsidP="009E7A1E">
            <w:pPr>
              <w:pStyle w:val="Geenafstand"/>
            </w:pPr>
          </w:p>
        </w:tc>
      </w:tr>
      <w:tr w:rsidR="009A4802" w14:paraId="0E96550E" w14:textId="77777777" w:rsidTr="00124E6C">
        <w:trPr>
          <w:trHeight w:val="270"/>
        </w:trPr>
        <w:tc>
          <w:tcPr>
            <w:tcW w:w="4784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B5344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Naam</w:t>
            </w:r>
          </w:p>
        </w:tc>
        <w:tc>
          <w:tcPr>
            <w:tcW w:w="4783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61DE9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Telefoon</w:t>
            </w:r>
          </w:p>
        </w:tc>
      </w:tr>
      <w:tr w:rsidR="009A4802" w14:paraId="05F54381" w14:textId="77777777" w:rsidTr="00124E6C">
        <w:trPr>
          <w:trHeight w:val="270"/>
        </w:trPr>
        <w:tc>
          <w:tcPr>
            <w:tcW w:w="4784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9B2A8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Adres</w:t>
            </w:r>
          </w:p>
        </w:tc>
        <w:tc>
          <w:tcPr>
            <w:tcW w:w="4783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7B630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>Postcode</w:t>
            </w:r>
            <w:r>
              <w:rPr>
                <w:rFonts w:ascii="Arimo" w:eastAsia="Arimo" w:hAnsi="Arimo" w:cs="Arimo"/>
                <w:highlight w:val="white"/>
              </w:rPr>
              <w:t> </w:t>
            </w:r>
            <w:r>
              <w:rPr>
                <w:highlight w:val="white"/>
              </w:rPr>
              <w:tab/>
              <w:t>Plaats</w:t>
            </w:r>
          </w:p>
        </w:tc>
      </w:tr>
      <w:tr w:rsidR="009A4802" w14:paraId="465792D9" w14:textId="77777777" w:rsidTr="00124E6C">
        <w:trPr>
          <w:trHeight w:val="310"/>
        </w:trPr>
        <w:tc>
          <w:tcPr>
            <w:tcW w:w="4784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B6D47" w14:textId="77777777" w:rsidR="009A4802" w:rsidRDefault="009A4802" w:rsidP="009E7A1E">
            <w:pPr>
              <w:pStyle w:val="Geenafstand"/>
              <w:rPr>
                <w:highlight w:val="white"/>
              </w:rPr>
            </w:pPr>
            <w:r>
              <w:rPr>
                <w:highlight w:val="white"/>
              </w:rPr>
              <w:t xml:space="preserve">Datum: van </w:t>
            </w:r>
            <w:r>
              <w:rPr>
                <w:rFonts w:ascii="Arimo" w:eastAsia="Arimo" w:hAnsi="Arimo" w:cs="Arimo"/>
                <w:highlight w:val="white"/>
              </w:rPr>
              <w:t>     </w:t>
            </w:r>
            <w:r>
              <w:rPr>
                <w:highlight w:val="white"/>
              </w:rPr>
              <w:tab/>
              <w:t xml:space="preserve">tot </w:t>
            </w:r>
            <w:r>
              <w:rPr>
                <w:rFonts w:ascii="Arimo" w:eastAsia="Arimo" w:hAnsi="Arimo" w:cs="Arimo"/>
                <w:highlight w:val="white"/>
              </w:rPr>
              <w:t>     </w:t>
            </w:r>
          </w:p>
        </w:tc>
        <w:tc>
          <w:tcPr>
            <w:tcW w:w="4783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C0638" w14:textId="77777777" w:rsidR="009A4802" w:rsidRDefault="009A4802" w:rsidP="009E7A1E">
            <w:pPr>
              <w:pStyle w:val="Geenafstand"/>
            </w:pPr>
          </w:p>
        </w:tc>
      </w:tr>
    </w:tbl>
    <w:p w14:paraId="28A95617" w14:textId="77777777" w:rsidR="009A4802" w:rsidRDefault="009A4802" w:rsidP="009E7A1E">
      <w:pPr>
        <w:pStyle w:val="Geenafstand"/>
        <w:rPr>
          <w:highlight w:val="white"/>
        </w:rPr>
      </w:pPr>
    </w:p>
    <w:p w14:paraId="0358803C" w14:textId="77777777" w:rsidR="009A4802" w:rsidRDefault="009A4802" w:rsidP="009E7A1E">
      <w:pPr>
        <w:pStyle w:val="Geenafstand"/>
        <w:rPr>
          <w:highlight w:val="white"/>
        </w:rPr>
      </w:pPr>
    </w:p>
    <w:p w14:paraId="753C2309" w14:textId="77777777" w:rsidR="009A4802" w:rsidRDefault="009A4802" w:rsidP="009A4802">
      <w:pPr>
        <w:pStyle w:val="Kop2"/>
        <w:rPr>
          <w:highlight w:val="white"/>
        </w:rPr>
      </w:pPr>
      <w:r>
        <w:rPr>
          <w:highlight w:val="white"/>
        </w:rPr>
        <w:t>Contactgegevens vertrouwenspersoon voor cliënt:</w:t>
      </w:r>
    </w:p>
    <w:p w14:paraId="1F18F4AD" w14:textId="77777777" w:rsidR="009A4802" w:rsidRDefault="009A4802" w:rsidP="009E7A1E">
      <w:pPr>
        <w:pStyle w:val="Geenafstand"/>
        <w:rPr>
          <w:highlight w:val="white"/>
        </w:rPr>
      </w:pPr>
    </w:p>
    <w:p w14:paraId="1B6F539C" w14:textId="77777777" w:rsidR="009A4802" w:rsidRDefault="009A4802" w:rsidP="009E7A1E">
      <w:pPr>
        <w:pStyle w:val="Geenafstand"/>
        <w:rPr>
          <w:highlight w:val="white"/>
        </w:rPr>
      </w:pPr>
      <w:r>
        <w:rPr>
          <w:highlight w:val="white"/>
        </w:rPr>
        <w:t>Naam:</w:t>
      </w:r>
    </w:p>
    <w:p w14:paraId="18E75B72" w14:textId="77777777" w:rsidR="009A4802" w:rsidRDefault="009A4802" w:rsidP="009E7A1E">
      <w:pPr>
        <w:pStyle w:val="Geenafstand"/>
        <w:rPr>
          <w:highlight w:val="white"/>
        </w:rPr>
      </w:pPr>
      <w:r>
        <w:rPr>
          <w:highlight w:val="white"/>
        </w:rPr>
        <w:t>Telefoonnummer:</w:t>
      </w:r>
    </w:p>
    <w:p w14:paraId="7EABDABC" w14:textId="77777777" w:rsidR="009A4802" w:rsidRDefault="009A4802" w:rsidP="009E7A1E">
      <w:pPr>
        <w:pStyle w:val="Geenafstand"/>
        <w:rPr>
          <w:highlight w:val="white"/>
        </w:rPr>
      </w:pPr>
      <w:r>
        <w:rPr>
          <w:highlight w:val="white"/>
        </w:rPr>
        <w:t>E-mailadres:</w:t>
      </w:r>
    </w:p>
    <w:p w14:paraId="21F35296" w14:textId="77777777" w:rsidR="009A4802" w:rsidRDefault="009A4802" w:rsidP="009E7A1E">
      <w:pPr>
        <w:pStyle w:val="Geenafstand"/>
        <w:rPr>
          <w:highlight w:val="white"/>
        </w:rPr>
      </w:pPr>
      <w:r>
        <w:rPr>
          <w:highlight w:val="white"/>
        </w:rPr>
        <w:t xml:space="preserve">Bereikbaar op dagen en tijden: </w:t>
      </w:r>
    </w:p>
    <w:p w14:paraId="0EB41ABD" w14:textId="77777777" w:rsidR="009A4802" w:rsidRDefault="009A4802" w:rsidP="009E7A1E">
      <w:pPr>
        <w:pStyle w:val="Geenafstand"/>
        <w:rPr>
          <w:highlight w:val="white"/>
        </w:rPr>
      </w:pPr>
    </w:p>
    <w:p w14:paraId="2E727AC3" w14:textId="77777777" w:rsidR="009A4802" w:rsidRPr="00CD152D" w:rsidRDefault="009A4802" w:rsidP="009E7A1E">
      <w:pPr>
        <w:pStyle w:val="Geenafstand"/>
      </w:pPr>
      <w:r w:rsidRPr="00CD152D">
        <w:t>Checklist bespreken met cliënt/vertegenwoordiger/ouders</w:t>
      </w:r>
    </w:p>
    <w:p w14:paraId="78DC43DB" w14:textId="77777777" w:rsidR="009A4802" w:rsidRDefault="009A4802" w:rsidP="009E7A1E">
      <w:pPr>
        <w:pStyle w:val="Geenafstand"/>
        <w:numPr>
          <w:ilvl w:val="0"/>
          <w:numId w:val="6"/>
        </w:numPr>
      </w:pPr>
      <w:r>
        <w:t xml:space="preserve">Doornemen klachtenprocedure </w:t>
      </w:r>
    </w:p>
    <w:p w14:paraId="35243187" w14:textId="77777777" w:rsidR="009A4802" w:rsidRDefault="009A4802" w:rsidP="009E7A1E">
      <w:pPr>
        <w:pStyle w:val="Geenafstand"/>
        <w:numPr>
          <w:ilvl w:val="0"/>
          <w:numId w:val="6"/>
        </w:numPr>
      </w:pPr>
      <w:r>
        <w:t>Werkwijze (incl. zorgplannen en evaluatie)</w:t>
      </w:r>
    </w:p>
    <w:p w14:paraId="488CE361" w14:textId="77777777" w:rsidR="009A4802" w:rsidRDefault="009A4802" w:rsidP="009E7A1E">
      <w:pPr>
        <w:pStyle w:val="Geenafstand"/>
        <w:numPr>
          <w:ilvl w:val="0"/>
          <w:numId w:val="6"/>
        </w:numPr>
      </w:pPr>
      <w:r>
        <w:t xml:space="preserve">Gebruik meldcode </w:t>
      </w:r>
    </w:p>
    <w:p w14:paraId="5FFBEA2F" w14:textId="77777777" w:rsidR="009A4802" w:rsidRDefault="009A4802" w:rsidP="009E7A1E">
      <w:pPr>
        <w:pStyle w:val="Geenafstand"/>
        <w:numPr>
          <w:ilvl w:val="0"/>
          <w:numId w:val="6"/>
        </w:numPr>
      </w:pPr>
      <w:r>
        <w:t>Doornemen privacyverklaring</w:t>
      </w:r>
    </w:p>
    <w:p w14:paraId="5E540722" w14:textId="77777777" w:rsidR="009A4802" w:rsidRDefault="009A4802" w:rsidP="009E7A1E">
      <w:pPr>
        <w:pStyle w:val="Geenafstand"/>
        <w:numPr>
          <w:ilvl w:val="0"/>
          <w:numId w:val="6"/>
        </w:numPr>
      </w:pPr>
      <w:r>
        <w:t xml:space="preserve">Akkoord aanmelding ja/nee </w:t>
      </w:r>
    </w:p>
    <w:p w14:paraId="58A27911" w14:textId="77777777" w:rsidR="009A4802" w:rsidRDefault="009A4802" w:rsidP="009E7A1E">
      <w:pPr>
        <w:pStyle w:val="Geenafstand"/>
      </w:pPr>
    </w:p>
    <w:p w14:paraId="0EBB6608" w14:textId="23DF9C66" w:rsidR="00D56FA9" w:rsidRDefault="00D56FA9">
      <w:r>
        <w:rPr>
          <w:b/>
          <w:bCs/>
          <w:iCs/>
        </w:rPr>
        <w:br w:type="page"/>
      </w:r>
    </w:p>
    <w:p w14:paraId="7769A393" w14:textId="050169F2" w:rsidR="00287353" w:rsidRPr="009A4802" w:rsidRDefault="00287353" w:rsidP="009E7A1E">
      <w:pPr>
        <w:pStyle w:val="Geenafstand"/>
        <w:rPr>
          <w:rFonts w:ascii="Times" w:hAnsi="Times"/>
          <w:color w:val="525252"/>
          <w:sz w:val="44"/>
          <w:szCs w:val="44"/>
          <w14:textFill>
            <w14:solidFill>
              <w14:srgbClr w14:val="525252">
                <w14:lumMod w14:val="50000"/>
              </w14:srgbClr>
            </w14:solidFill>
          </w14:textFill>
        </w:rPr>
      </w:pPr>
      <w:r w:rsidRPr="009D7554">
        <w:rPr>
          <w:rStyle w:val="Kop3Char"/>
        </w:rPr>
        <w:t>Verplichte bijlagen</w:t>
      </w:r>
      <w:r>
        <w:t>*</w:t>
      </w:r>
    </w:p>
    <w:p w14:paraId="77A91C47" w14:textId="7C7235FA" w:rsidR="19C9EBFA" w:rsidRDefault="19C9EBFA" w:rsidP="009E7A1E">
      <w:pPr>
        <w:pStyle w:val="Geenafstand"/>
        <w:numPr>
          <w:ilvl w:val="0"/>
          <w:numId w:val="15"/>
        </w:numPr>
        <w:rPr>
          <w:highlight w:val="white"/>
        </w:rPr>
      </w:pPr>
      <w:r w:rsidRPr="17B548FA">
        <w:rPr>
          <w:highlight w:val="white"/>
        </w:rPr>
        <w:t>Recent ingevulde ARIJ of risico-taxatie instrument</w:t>
      </w:r>
    </w:p>
    <w:p w14:paraId="062F920F" w14:textId="77777777" w:rsidR="00287353" w:rsidRDefault="00287353" w:rsidP="009E7A1E">
      <w:pPr>
        <w:pStyle w:val="Geenafstand"/>
        <w:numPr>
          <w:ilvl w:val="0"/>
          <w:numId w:val="15"/>
        </w:numPr>
        <w:rPr>
          <w:highlight w:val="white"/>
        </w:rPr>
      </w:pPr>
      <w:r>
        <w:rPr>
          <w:highlight w:val="white"/>
        </w:rPr>
        <w:t>Kopie rechterlijke uitspraak OTS/ MUHP of Voogdij (indien er een juridische maatregel van toepassing is)</w:t>
      </w:r>
    </w:p>
    <w:p w14:paraId="64D2CADC" w14:textId="77777777" w:rsidR="009E7A1E" w:rsidRDefault="00287353" w:rsidP="009E7A1E">
      <w:pPr>
        <w:pStyle w:val="Geenafstand"/>
        <w:numPr>
          <w:ilvl w:val="0"/>
          <w:numId w:val="15"/>
        </w:numPr>
        <w:rPr>
          <w:highlight w:val="white"/>
        </w:rPr>
      </w:pPr>
      <w:r>
        <w:rPr>
          <w:highlight w:val="white"/>
        </w:rPr>
        <w:t>Laatste plan van aanpak JB</w:t>
      </w:r>
    </w:p>
    <w:p w14:paraId="509C88C0" w14:textId="77777777" w:rsidR="009E7A1E" w:rsidRDefault="00287353" w:rsidP="009E7A1E">
      <w:pPr>
        <w:pStyle w:val="Geenafstand"/>
        <w:numPr>
          <w:ilvl w:val="0"/>
          <w:numId w:val="15"/>
        </w:numPr>
        <w:rPr>
          <w:highlight w:val="white"/>
        </w:rPr>
      </w:pPr>
      <w:r>
        <w:rPr>
          <w:highlight w:val="white"/>
        </w:rPr>
        <w:t>Laatste hulpverleningsplan</w:t>
      </w:r>
    </w:p>
    <w:p w14:paraId="6A030371" w14:textId="5F7CC4F3" w:rsidR="00287353" w:rsidRDefault="00287353" w:rsidP="009E7A1E">
      <w:pPr>
        <w:pStyle w:val="Geenafstand"/>
        <w:numPr>
          <w:ilvl w:val="0"/>
          <w:numId w:val="15"/>
        </w:numPr>
        <w:rPr>
          <w:highlight w:val="white"/>
        </w:rPr>
      </w:pPr>
      <w:r>
        <w:rPr>
          <w:highlight w:val="white"/>
        </w:rPr>
        <w:t>Eventueel psychodiagnostisch onderzoek</w:t>
      </w:r>
    </w:p>
    <w:p w14:paraId="10A7F685" w14:textId="77777777" w:rsidR="00287353" w:rsidRDefault="00287353" w:rsidP="009E7A1E">
      <w:pPr>
        <w:pStyle w:val="Geenafstand"/>
        <w:rPr>
          <w:highlight w:val="white"/>
        </w:rPr>
      </w:pPr>
    </w:p>
    <w:p w14:paraId="16A91872" w14:textId="77777777" w:rsidR="00287353" w:rsidRDefault="00287353" w:rsidP="009A4802">
      <w:pPr>
        <w:pStyle w:val="Kop3"/>
        <w:rPr>
          <w:rFonts w:ascii="Trebuchet MS" w:eastAsia="Trebuchet MS" w:hAnsi="Trebuchet MS" w:cs="Trebuchet MS"/>
        </w:rPr>
      </w:pPr>
      <w:r>
        <w:t>Aanvullende (niet verplichte) bijlagen</w:t>
      </w:r>
    </w:p>
    <w:p w14:paraId="701B95DE" w14:textId="77777777" w:rsidR="00287353" w:rsidRDefault="00287353" w:rsidP="009E7A1E">
      <w:pPr>
        <w:pStyle w:val="Geenafstand"/>
        <w:numPr>
          <w:ilvl w:val="0"/>
          <w:numId w:val="16"/>
        </w:numPr>
        <w:rPr>
          <w:highlight w:val="white"/>
        </w:rPr>
      </w:pPr>
      <w:r>
        <w:rPr>
          <w:highlight w:val="white"/>
        </w:rPr>
        <w:t>Recente en duidelijke foto van de cliënt (wij gebruiken deze alleen intern en indien nodig in geval van vermissing)</w:t>
      </w:r>
    </w:p>
    <w:p w14:paraId="6D515849" w14:textId="77777777" w:rsidR="00287353" w:rsidRDefault="00287353" w:rsidP="009E7A1E">
      <w:pPr>
        <w:pStyle w:val="Geenafstand"/>
        <w:numPr>
          <w:ilvl w:val="0"/>
          <w:numId w:val="16"/>
        </w:numPr>
        <w:rPr>
          <w:highlight w:val="white"/>
        </w:rPr>
      </w:pPr>
      <w:r>
        <w:rPr>
          <w:highlight w:val="white"/>
        </w:rPr>
        <w:t xml:space="preserve">Psychologisch </w:t>
      </w:r>
      <w:proofErr w:type="gramStart"/>
      <w:r>
        <w:rPr>
          <w:highlight w:val="white"/>
        </w:rPr>
        <w:t>onderzoek /</w:t>
      </w:r>
      <w:proofErr w:type="gramEnd"/>
      <w:r>
        <w:rPr>
          <w:highlight w:val="white"/>
        </w:rPr>
        <w:t xml:space="preserve"> Psychiatrisch onderzoek</w:t>
      </w:r>
    </w:p>
    <w:p w14:paraId="64B4E56C" w14:textId="77777777" w:rsidR="00287353" w:rsidRDefault="00287353" w:rsidP="009E7A1E">
      <w:pPr>
        <w:pStyle w:val="Geenafstand"/>
        <w:numPr>
          <w:ilvl w:val="0"/>
          <w:numId w:val="16"/>
        </w:numPr>
        <w:rPr>
          <w:highlight w:val="white"/>
        </w:rPr>
      </w:pPr>
      <w:r>
        <w:rPr>
          <w:highlight w:val="white"/>
        </w:rPr>
        <w:t>Kopie van PCL-beschikking of REC4 indicatie</w:t>
      </w:r>
    </w:p>
    <w:p w14:paraId="0AD258A6" w14:textId="77777777" w:rsidR="00287353" w:rsidRDefault="00287353" w:rsidP="009E7A1E">
      <w:pPr>
        <w:pStyle w:val="Geenafstand"/>
        <w:numPr>
          <w:ilvl w:val="0"/>
          <w:numId w:val="16"/>
        </w:numPr>
        <w:rPr>
          <w:highlight w:val="white"/>
        </w:rPr>
      </w:pPr>
      <w:r>
        <w:rPr>
          <w:highlight w:val="white"/>
        </w:rPr>
        <w:t>Resultaten schoolonderzoek (onderwijskundig rapport)</w:t>
      </w:r>
    </w:p>
    <w:p w14:paraId="429F87CF" w14:textId="77777777" w:rsidR="00287353" w:rsidRDefault="00287353" w:rsidP="009E7A1E">
      <w:pPr>
        <w:pStyle w:val="Geenafstand"/>
        <w:numPr>
          <w:ilvl w:val="0"/>
          <w:numId w:val="16"/>
        </w:numPr>
        <w:rPr>
          <w:highlight w:val="white"/>
        </w:rPr>
      </w:pPr>
      <w:r>
        <w:rPr>
          <w:highlight w:val="white"/>
        </w:rPr>
        <w:t>Verslag dagbesteding</w:t>
      </w:r>
    </w:p>
    <w:p w14:paraId="7D29F02E" w14:textId="77777777" w:rsidR="00287353" w:rsidRDefault="00287353" w:rsidP="009E7A1E">
      <w:pPr>
        <w:pStyle w:val="Geenafstand"/>
        <w:numPr>
          <w:ilvl w:val="0"/>
          <w:numId w:val="16"/>
        </w:numPr>
        <w:rPr>
          <w:highlight w:val="white"/>
        </w:rPr>
      </w:pPr>
      <w:r>
        <w:rPr>
          <w:highlight w:val="white"/>
        </w:rPr>
        <w:t>Resultaten niveau-intelligentie-onderzoek</w:t>
      </w:r>
    </w:p>
    <w:p w14:paraId="4CF008B3" w14:textId="77777777" w:rsidR="00287353" w:rsidRDefault="00287353" w:rsidP="009E7A1E">
      <w:pPr>
        <w:pStyle w:val="Geenafstand"/>
        <w:numPr>
          <w:ilvl w:val="0"/>
          <w:numId w:val="16"/>
        </w:numPr>
        <w:rPr>
          <w:highlight w:val="white"/>
        </w:rPr>
      </w:pPr>
      <w:r>
        <w:rPr>
          <w:highlight w:val="white"/>
        </w:rPr>
        <w:t>Resultaten gezinsonderzoek</w:t>
      </w:r>
    </w:p>
    <w:p w14:paraId="2F8A9BC3" w14:textId="77777777" w:rsidR="00287353" w:rsidRDefault="00287353" w:rsidP="009E7A1E">
      <w:pPr>
        <w:pStyle w:val="Geenafstand"/>
        <w:numPr>
          <w:ilvl w:val="0"/>
          <w:numId w:val="16"/>
        </w:numPr>
        <w:rPr>
          <w:highlight w:val="white"/>
        </w:rPr>
      </w:pPr>
      <w:r>
        <w:rPr>
          <w:highlight w:val="white"/>
        </w:rPr>
        <w:t>Informatie over de eerste levensjaren</w:t>
      </w:r>
    </w:p>
    <w:p w14:paraId="73864E6B" w14:textId="77777777" w:rsidR="00287353" w:rsidRDefault="00287353" w:rsidP="009E7A1E">
      <w:pPr>
        <w:pStyle w:val="Geenafstand"/>
        <w:numPr>
          <w:ilvl w:val="0"/>
          <w:numId w:val="16"/>
        </w:numPr>
        <w:rPr>
          <w:highlight w:val="white"/>
        </w:rPr>
      </w:pPr>
      <w:r>
        <w:rPr>
          <w:highlight w:val="white"/>
        </w:rPr>
        <w:t>Informatie over eventuele eerdere hulpverlening</w:t>
      </w:r>
    </w:p>
    <w:p w14:paraId="027B6320" w14:textId="77777777" w:rsidR="00287353" w:rsidRDefault="00287353" w:rsidP="009E7A1E">
      <w:pPr>
        <w:pStyle w:val="Geenafstand"/>
        <w:numPr>
          <w:ilvl w:val="0"/>
          <w:numId w:val="16"/>
        </w:numPr>
        <w:rPr>
          <w:highlight w:val="white"/>
        </w:rPr>
      </w:pPr>
      <w:proofErr w:type="gramStart"/>
      <w:r>
        <w:rPr>
          <w:highlight w:val="white"/>
        </w:rPr>
        <w:t>Hulpverleningsplannen /</w:t>
      </w:r>
      <w:proofErr w:type="gramEnd"/>
      <w:r>
        <w:rPr>
          <w:highlight w:val="white"/>
        </w:rPr>
        <w:t xml:space="preserve"> Behandelplannen / Zorgplannen</w:t>
      </w:r>
    </w:p>
    <w:p w14:paraId="529666AA" w14:textId="77777777" w:rsidR="00287353" w:rsidRDefault="00287353" w:rsidP="009E7A1E">
      <w:pPr>
        <w:pStyle w:val="Geenafstand"/>
        <w:numPr>
          <w:ilvl w:val="0"/>
          <w:numId w:val="16"/>
        </w:numPr>
        <w:rPr>
          <w:highlight w:val="white"/>
        </w:rPr>
      </w:pPr>
      <w:r>
        <w:rPr>
          <w:highlight w:val="white"/>
        </w:rPr>
        <w:t>Indien aanwezig: raadsrapport</w:t>
      </w:r>
    </w:p>
    <w:p w14:paraId="6EED6FC2" w14:textId="77777777" w:rsidR="00287353" w:rsidRDefault="00287353" w:rsidP="009E7A1E">
      <w:pPr>
        <w:pStyle w:val="Geenafstand"/>
        <w:numPr>
          <w:ilvl w:val="0"/>
          <w:numId w:val="16"/>
        </w:numPr>
        <w:rPr>
          <w:highlight w:val="white"/>
        </w:rPr>
      </w:pPr>
      <w:r>
        <w:rPr>
          <w:highlight w:val="white"/>
        </w:rPr>
        <w:t>Overige rapportage, namelijk:      </w:t>
      </w:r>
    </w:p>
    <w:p w14:paraId="25E55AD1" w14:textId="77777777" w:rsidR="00287353" w:rsidRDefault="00287353" w:rsidP="009E7A1E">
      <w:pPr>
        <w:pStyle w:val="Geenafstand"/>
        <w:rPr>
          <w:highlight w:val="white"/>
        </w:rPr>
      </w:pPr>
    </w:p>
    <w:p w14:paraId="6AD9C8C8" w14:textId="77777777" w:rsidR="00287353" w:rsidRDefault="00287353" w:rsidP="009E7A1E">
      <w:pPr>
        <w:pStyle w:val="Geenafstand"/>
      </w:pPr>
      <w:r>
        <w:t xml:space="preserve">Voor start van zorg dient de cliënt en/of de ouders zich te kunnen legitimeren. Hiervoor zijn een </w:t>
      </w:r>
      <w:r>
        <w:br/>
        <w:t>geldig legitimatiebewijs en een zorgverzekeringspas noodzakelijk.</w:t>
      </w:r>
    </w:p>
    <w:p w14:paraId="3FF89E16" w14:textId="77777777" w:rsidR="00287353" w:rsidRDefault="00287353" w:rsidP="009E7A1E">
      <w:pPr>
        <w:pStyle w:val="Geenafstand"/>
      </w:pPr>
    </w:p>
    <w:p w14:paraId="6F1F6F7B" w14:textId="77777777" w:rsidR="005175FD" w:rsidRDefault="005175FD" w:rsidP="009E7A1E">
      <w:pPr>
        <w:pStyle w:val="Geenafstand"/>
        <w:rPr>
          <w:highlight w:val="white"/>
        </w:rPr>
      </w:pPr>
    </w:p>
    <w:sectPr w:rsidR="005175FD" w:rsidSect="00B47E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7" w:header="1191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4FEF4" w14:textId="77777777" w:rsidR="002202D9" w:rsidRDefault="002202D9" w:rsidP="00AE3E8D">
      <w:r>
        <w:separator/>
      </w:r>
    </w:p>
  </w:endnote>
  <w:endnote w:type="continuationSeparator" w:id="0">
    <w:p w14:paraId="246992D1" w14:textId="77777777" w:rsidR="002202D9" w:rsidRDefault="002202D9" w:rsidP="00AE3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﷽﷽﷽﷽﷽﷽﷽﷽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mo">
    <w:altName w:val="Calibri"/>
    <w:panose1 w:val="020B0604020202020204"/>
    <w:charset w:val="00"/>
    <w:family w:val="auto"/>
    <w:pitch w:val="default"/>
  </w:font>
  <w:font w:name="Trebuchet MS">
    <w:altName w:val="﷽﷽﷽﷽﷽﷽﷽﷽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A0848" w14:textId="77777777" w:rsidR="009B4DEA" w:rsidRDefault="009B4D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A4036" w14:textId="77777777" w:rsidR="00282506" w:rsidRDefault="00282506" w:rsidP="00282506">
    <w:pPr>
      <w:pStyle w:val="Voettekst"/>
      <w:tabs>
        <w:tab w:val="clear" w:pos="9072"/>
        <w:tab w:val="right" w:pos="2268"/>
        <w:tab w:val="left" w:pos="4536"/>
        <w:tab w:val="left" w:pos="6804"/>
      </w:tabs>
      <w:ind w:right="-2"/>
      <w:rPr>
        <w:rFonts w:cstheme="minorHAnsi"/>
        <w:b/>
        <w:bCs/>
        <w:color w:val="FFFFFF" w:themeColor="background1"/>
        <w:sz w:val="20"/>
        <w:szCs w:val="20"/>
      </w:rPr>
    </w:pPr>
  </w:p>
  <w:p w14:paraId="0A6E4218" w14:textId="77777777" w:rsidR="00282506" w:rsidRDefault="00282506" w:rsidP="00282506">
    <w:pPr>
      <w:pStyle w:val="Voettekst"/>
      <w:tabs>
        <w:tab w:val="clear" w:pos="9072"/>
        <w:tab w:val="right" w:pos="2268"/>
        <w:tab w:val="left" w:pos="4536"/>
        <w:tab w:val="left" w:pos="6804"/>
      </w:tabs>
      <w:ind w:right="-2"/>
      <w:rPr>
        <w:rFonts w:cstheme="minorHAnsi"/>
        <w:b/>
        <w:bCs/>
        <w:color w:val="FFFFFF" w:themeColor="background1"/>
        <w:sz w:val="20"/>
        <w:szCs w:val="20"/>
      </w:rPr>
    </w:pPr>
  </w:p>
  <w:p w14:paraId="42EA4A77" w14:textId="77777777" w:rsidR="00282506" w:rsidRPr="00B47E55" w:rsidRDefault="00282506" w:rsidP="00282506">
    <w:pPr>
      <w:pStyle w:val="Voettekst"/>
      <w:tabs>
        <w:tab w:val="clear" w:pos="9072"/>
        <w:tab w:val="right" w:pos="2268"/>
        <w:tab w:val="left" w:pos="4536"/>
        <w:tab w:val="left" w:pos="6804"/>
      </w:tabs>
      <w:ind w:right="-2"/>
      <w:rPr>
        <w:rFonts w:cstheme="minorHAnsi"/>
        <w:b/>
        <w:bCs/>
        <w:color w:val="FFFFFF" w:themeColor="background1"/>
        <w:sz w:val="20"/>
        <w:szCs w:val="20"/>
      </w:rPr>
    </w:pPr>
    <w:r w:rsidRPr="00B47E55">
      <w:rPr>
        <w:noProof/>
        <w:color w:val="FFFFFF" w:themeColor="background1"/>
      </w:rPr>
      <mc:AlternateContent>
        <mc:Choice Requires="wps">
          <w:drawing>
            <wp:anchor distT="152400" distB="152400" distL="152400" distR="152400" simplePos="0" relativeHeight="251667456" behindDoc="1" locked="0" layoutInCell="1" allowOverlap="1" wp14:anchorId="7838620F" wp14:editId="2616C845">
              <wp:simplePos x="0" y="0"/>
              <wp:positionH relativeFrom="page">
                <wp:posOffset>-12700</wp:posOffset>
              </wp:positionH>
              <wp:positionV relativeFrom="page">
                <wp:posOffset>9626600</wp:posOffset>
              </wp:positionV>
              <wp:extent cx="7632700" cy="1143000"/>
              <wp:effectExtent l="0" t="0" r="0" b="5715"/>
              <wp:wrapNone/>
              <wp:docPr id="1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32700" cy="1143000"/>
                      </a:xfrm>
                      <a:prstGeom prst="rect">
                        <a:avLst/>
                      </a:prstGeom>
                      <a:solidFill>
                        <a:srgbClr val="303744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BF0966" id="officeArt object" o:spid="_x0000_s1026" style="position:absolute;margin-left:-1pt;margin-top:758pt;width:601pt;height:90pt;z-index:-25164902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" fillcolor="#303744" stroked="f" strokeweight="1pt">
              <v:stroke miterlimit="4"/>
              <w10:wrap anchorx="page" anchory="page"/>
            </v:rect>
          </w:pict>
        </mc:Fallback>
      </mc:AlternateContent>
    </w:r>
    <w:r w:rsidRPr="00B47E55">
      <w:rPr>
        <w:rFonts w:cstheme="minorHAnsi"/>
        <w:b/>
        <w:bCs/>
        <w:color w:val="FFFFFF" w:themeColor="background1"/>
        <w:sz w:val="20"/>
        <w:szCs w:val="20"/>
      </w:rPr>
      <w:t>Bij elkaar</w:t>
    </w:r>
    <w:r w:rsidRPr="00B47E55">
      <w:rPr>
        <w:rFonts w:cstheme="minorHAnsi"/>
        <w:b/>
        <w:bCs/>
        <w:color w:val="FFFFFF" w:themeColor="background1"/>
        <w:sz w:val="20"/>
        <w:szCs w:val="20"/>
      </w:rPr>
      <w:tab/>
    </w:r>
    <w:r w:rsidRPr="00B47E55">
      <w:rPr>
        <w:rFonts w:cstheme="minorHAnsi"/>
        <w:b/>
        <w:bCs/>
        <w:color w:val="FFFFFF" w:themeColor="background1"/>
        <w:sz w:val="20"/>
        <w:szCs w:val="20"/>
      </w:rPr>
      <w:tab/>
    </w:r>
  </w:p>
  <w:p w14:paraId="31379677" w14:textId="34A37FE1" w:rsidR="00282506" w:rsidRPr="00B47E55" w:rsidRDefault="009B4DEA" w:rsidP="00282506">
    <w:pPr>
      <w:pStyle w:val="Voettekst"/>
      <w:tabs>
        <w:tab w:val="clear" w:pos="9072"/>
        <w:tab w:val="left" w:pos="2268"/>
        <w:tab w:val="left" w:pos="4536"/>
        <w:tab w:val="left" w:pos="6804"/>
      </w:tabs>
      <w:ind w:right="-287"/>
      <w:rPr>
        <w:rFonts w:cstheme="minorHAnsi"/>
        <w:color w:val="FFFFFF" w:themeColor="background1"/>
        <w:sz w:val="20"/>
        <w:szCs w:val="20"/>
      </w:rPr>
    </w:pPr>
    <w:r>
      <w:rPr>
        <w:rFonts w:cstheme="minorHAnsi"/>
        <w:color w:val="FFFFFF" w:themeColor="background1"/>
        <w:sz w:val="20"/>
        <w:szCs w:val="20"/>
      </w:rPr>
      <w:t>wonen</w:t>
    </w:r>
    <w:r w:rsidR="00282506" w:rsidRPr="00B47E55">
      <w:rPr>
        <w:rFonts w:cstheme="minorHAnsi"/>
        <w:color w:val="FFFFFF" w:themeColor="background1"/>
        <w:sz w:val="20"/>
        <w:szCs w:val="20"/>
      </w:rPr>
      <w:t>@bijelkaar.nu</w:t>
    </w:r>
    <w:r w:rsidR="00282506" w:rsidRPr="00B47E55">
      <w:rPr>
        <w:rFonts w:cstheme="minorHAnsi"/>
        <w:color w:val="FFFFFF" w:themeColor="background1"/>
        <w:sz w:val="20"/>
        <w:szCs w:val="20"/>
      </w:rPr>
      <w:tab/>
    </w:r>
  </w:p>
  <w:p w14:paraId="3C9427E6" w14:textId="77777777" w:rsidR="00744FDF" w:rsidRPr="00B47E55" w:rsidRDefault="00282506" w:rsidP="00CA5372">
    <w:pPr>
      <w:pStyle w:val="Voettekst"/>
      <w:tabs>
        <w:tab w:val="clear" w:pos="9072"/>
        <w:tab w:val="left" w:pos="2268"/>
        <w:tab w:val="left" w:pos="4536"/>
        <w:tab w:val="left" w:pos="6804"/>
      </w:tabs>
      <w:ind w:right="-287"/>
      <w:rPr>
        <w:rFonts w:cstheme="minorHAnsi"/>
        <w:color w:val="FFFFFF" w:themeColor="background1"/>
        <w:sz w:val="20"/>
        <w:szCs w:val="20"/>
      </w:rPr>
    </w:pPr>
    <w:proofErr w:type="gramStart"/>
    <w:r w:rsidRPr="00B47E55">
      <w:rPr>
        <w:rFonts w:cstheme="minorHAnsi"/>
        <w:color w:val="FFFFFF" w:themeColor="background1"/>
        <w:sz w:val="20"/>
        <w:szCs w:val="20"/>
      </w:rPr>
      <w:t>www.bijelkaar.nu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54BEF" w14:textId="77777777" w:rsidR="00744FDF" w:rsidRPr="00B47E55" w:rsidRDefault="00744FDF" w:rsidP="00CA5372">
    <w:pPr>
      <w:pStyle w:val="Voettekst"/>
      <w:tabs>
        <w:tab w:val="clear" w:pos="9072"/>
        <w:tab w:val="right" w:pos="2268"/>
        <w:tab w:val="left" w:pos="4536"/>
        <w:tab w:val="left" w:pos="6804"/>
      </w:tabs>
      <w:ind w:right="-2"/>
      <w:rPr>
        <w:rFonts w:cstheme="minorHAnsi"/>
        <w:b/>
        <w:bCs/>
        <w:color w:val="FFFFFF" w:themeColor="background1"/>
        <w:sz w:val="20"/>
        <w:szCs w:val="20"/>
      </w:rPr>
    </w:pPr>
    <w:r w:rsidRPr="00B47E55">
      <w:rPr>
        <w:noProof/>
        <w:color w:val="FFFFFF" w:themeColor="background1"/>
      </w:rPr>
      <mc:AlternateContent>
        <mc:Choice Requires="wps">
          <w:drawing>
            <wp:anchor distT="152400" distB="152400" distL="152400" distR="152400" simplePos="0" relativeHeight="251665408" behindDoc="1" locked="0" layoutInCell="1" allowOverlap="1" wp14:anchorId="28D04DB0" wp14:editId="3A867831">
              <wp:simplePos x="0" y="0"/>
              <wp:positionH relativeFrom="page">
                <wp:posOffset>-14068</wp:posOffset>
              </wp:positionH>
              <wp:positionV relativeFrom="page">
                <wp:posOffset>9784079</wp:posOffset>
              </wp:positionV>
              <wp:extent cx="7632700" cy="988255"/>
              <wp:effectExtent l="0" t="0" r="0" b="2540"/>
              <wp:wrapNone/>
              <wp:docPr id="3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32700" cy="988255"/>
                      </a:xfrm>
                      <a:prstGeom prst="rect">
                        <a:avLst/>
                      </a:prstGeom>
                      <a:solidFill>
                        <a:srgbClr val="303744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A70E92" id="officeArt object" o:spid="_x0000_s1026" style="position:absolute;margin-left:-1.1pt;margin-top:770.4pt;width:601pt;height:77.8pt;z-index:-25165107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" fillcolor="#303744" stroked="f" strokeweight="1pt">
              <v:stroke miterlimit="4"/>
              <w10:wrap anchorx="page" anchory="page"/>
            </v:rect>
          </w:pict>
        </mc:Fallback>
      </mc:AlternateContent>
    </w:r>
    <w:r w:rsidRPr="00B47E55">
      <w:rPr>
        <w:rFonts w:cstheme="minorHAnsi"/>
        <w:b/>
        <w:bCs/>
        <w:color w:val="FFFFFF" w:themeColor="background1"/>
        <w:sz w:val="20"/>
        <w:szCs w:val="20"/>
      </w:rPr>
      <w:t>Bij elkaar</w:t>
    </w:r>
    <w:r w:rsidRPr="00B47E55">
      <w:rPr>
        <w:rFonts w:cstheme="minorHAnsi"/>
        <w:b/>
        <w:bCs/>
        <w:color w:val="FFFFFF" w:themeColor="background1"/>
        <w:sz w:val="20"/>
        <w:szCs w:val="20"/>
      </w:rPr>
      <w:tab/>
    </w:r>
    <w:r w:rsidRPr="00B47E55">
      <w:rPr>
        <w:rFonts w:cstheme="minorHAnsi"/>
        <w:b/>
        <w:bCs/>
        <w:color w:val="FFFFFF" w:themeColor="background1"/>
        <w:sz w:val="20"/>
        <w:szCs w:val="20"/>
      </w:rPr>
      <w:tab/>
    </w:r>
  </w:p>
  <w:p w14:paraId="744EDE1F" w14:textId="430F9E2A" w:rsidR="00744FDF" w:rsidRPr="00B47E55" w:rsidRDefault="009A4802" w:rsidP="00CA5372">
    <w:pPr>
      <w:pStyle w:val="Voettekst"/>
      <w:tabs>
        <w:tab w:val="clear" w:pos="9072"/>
        <w:tab w:val="left" w:pos="2268"/>
        <w:tab w:val="left" w:pos="4536"/>
        <w:tab w:val="left" w:pos="6804"/>
      </w:tabs>
      <w:ind w:right="-287"/>
      <w:rPr>
        <w:rFonts w:cstheme="minorHAnsi"/>
        <w:color w:val="FFFFFF" w:themeColor="background1"/>
        <w:sz w:val="20"/>
        <w:szCs w:val="20"/>
      </w:rPr>
    </w:pPr>
    <w:proofErr w:type="gramStart"/>
    <w:r>
      <w:rPr>
        <w:rFonts w:cstheme="minorHAnsi"/>
        <w:color w:val="FFFFFF" w:themeColor="background1"/>
        <w:sz w:val="20"/>
        <w:szCs w:val="20"/>
      </w:rPr>
      <w:t>wonen</w:t>
    </w:r>
    <w:r w:rsidR="00744FDF" w:rsidRPr="00B47E55">
      <w:rPr>
        <w:rFonts w:cstheme="minorHAnsi"/>
        <w:color w:val="FFFFFF" w:themeColor="background1"/>
        <w:sz w:val="20"/>
        <w:szCs w:val="20"/>
      </w:rPr>
      <w:t>@bijelkaar.nu</w:t>
    </w:r>
    <w:proofErr w:type="gramEnd"/>
    <w:r w:rsidR="00744FDF" w:rsidRPr="00B47E55">
      <w:rPr>
        <w:rFonts w:cstheme="minorHAnsi"/>
        <w:color w:val="FFFFFF" w:themeColor="background1"/>
        <w:sz w:val="20"/>
        <w:szCs w:val="20"/>
      </w:rPr>
      <w:tab/>
    </w:r>
  </w:p>
  <w:p w14:paraId="10AC4459" w14:textId="77777777" w:rsidR="00744FDF" w:rsidRPr="00B47E55" w:rsidRDefault="00744FDF" w:rsidP="00CA5372">
    <w:pPr>
      <w:pStyle w:val="Voettekst"/>
      <w:tabs>
        <w:tab w:val="clear" w:pos="9072"/>
        <w:tab w:val="left" w:pos="2268"/>
        <w:tab w:val="left" w:pos="4536"/>
        <w:tab w:val="left" w:pos="6804"/>
      </w:tabs>
      <w:ind w:right="-287"/>
      <w:rPr>
        <w:rFonts w:cstheme="minorHAnsi"/>
        <w:color w:val="FFFFFF" w:themeColor="background1"/>
        <w:sz w:val="20"/>
        <w:szCs w:val="20"/>
      </w:rPr>
    </w:pPr>
    <w:proofErr w:type="gramStart"/>
    <w:r w:rsidRPr="00B47E55">
      <w:rPr>
        <w:rFonts w:cstheme="minorHAnsi"/>
        <w:color w:val="FFFFFF" w:themeColor="background1"/>
        <w:sz w:val="20"/>
        <w:szCs w:val="20"/>
      </w:rPr>
      <w:t>www.bijelkaar.nu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6476E" w14:textId="77777777" w:rsidR="002202D9" w:rsidRDefault="002202D9" w:rsidP="00AE3E8D">
      <w:r>
        <w:separator/>
      </w:r>
    </w:p>
  </w:footnote>
  <w:footnote w:type="continuationSeparator" w:id="0">
    <w:p w14:paraId="305B8244" w14:textId="77777777" w:rsidR="002202D9" w:rsidRDefault="002202D9" w:rsidP="00AE3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B13C" w14:textId="77777777" w:rsidR="009B4DEA" w:rsidRDefault="009B4D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C5EC5" w14:textId="77777777" w:rsidR="00744FDF" w:rsidRDefault="00744FDF">
    <w:pPr>
      <w:pStyle w:val="Kopteks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5242E9A9" wp14:editId="6C0ADFCB">
              <wp:simplePos x="0" y="0"/>
              <wp:positionH relativeFrom="page">
                <wp:posOffset>-60593</wp:posOffset>
              </wp:positionH>
              <wp:positionV relativeFrom="page">
                <wp:posOffset>-49576</wp:posOffset>
              </wp:positionV>
              <wp:extent cx="7676768" cy="331088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76768" cy="331088"/>
                      </a:xfrm>
                      <a:prstGeom prst="rect">
                        <a:avLst/>
                      </a:prstGeom>
                      <a:solidFill>
                        <a:srgbClr val="303744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24B7C3" id="officeArt object" o:spid="_x0000_s1026" style="position:absolute;margin-left:-4.75pt;margin-top:-3.9pt;width:604.45pt;height:26.05pt;z-index:-2516572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" fillcolor="#303744" stroked="f" strokeweight="1pt">
              <v:stroke miterlimit="4"/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5AF8E" w14:textId="77777777" w:rsidR="00744FDF" w:rsidRDefault="00744FDF">
    <w:pPr>
      <w:pStyle w:val="Kopteks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3360" behindDoc="1" locked="0" layoutInCell="1" allowOverlap="1" wp14:anchorId="530DCB6B" wp14:editId="5341A53B">
              <wp:simplePos x="0" y="0"/>
              <wp:positionH relativeFrom="page">
                <wp:posOffset>-11017</wp:posOffset>
              </wp:positionH>
              <wp:positionV relativeFrom="page">
                <wp:posOffset>-38559</wp:posOffset>
              </wp:positionV>
              <wp:extent cx="7632700" cy="394159"/>
              <wp:effectExtent l="0" t="0" r="0" b="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32700" cy="394159"/>
                      </a:xfrm>
                      <a:prstGeom prst="rect">
                        <a:avLst/>
                      </a:prstGeom>
                      <a:solidFill>
                        <a:srgbClr val="303744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2F387" id="officeArt object" o:spid="_x0000_s1026" style="position:absolute;margin-left:-.85pt;margin-top:-3.05pt;width:601pt;height:31.05pt;z-index:-25165312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" fillcolor="#303744" stroked="f" strokeweight="1pt">
              <v:stroke miterlimit="4"/>
              <w10:wrap anchorx="page" anchory="page"/>
            </v:rect>
          </w:pict>
        </mc:Fallback>
      </mc:AlternateContent>
    </w:r>
    <w:r w:rsidRPr="00F62BC0">
      <w:rPr>
        <w:rFonts w:ascii="Helvetica" w:hAnsi="Helvetica"/>
        <w:noProof/>
      </w:rPr>
      <w:drawing>
        <wp:anchor distT="152400" distB="152400" distL="152400" distR="152400" simplePos="0" relativeHeight="251661312" behindDoc="0" locked="0" layoutInCell="1" allowOverlap="1" wp14:anchorId="186CAEB7" wp14:editId="1C7753A3">
          <wp:simplePos x="0" y="0"/>
          <wp:positionH relativeFrom="page">
            <wp:posOffset>2717800</wp:posOffset>
          </wp:positionH>
          <wp:positionV relativeFrom="page">
            <wp:posOffset>622300</wp:posOffset>
          </wp:positionV>
          <wp:extent cx="2134603" cy="1536700"/>
          <wp:effectExtent l="0" t="0" r="0" b="0"/>
          <wp:wrapTopAndBottom distT="152400" distB="152400"/>
          <wp:docPr id="32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BIJELKAAR-logo-blauw.png"/>
                  <pic:cNvPicPr>
                    <a:picLocks noChangeAspect="1"/>
                  </pic:cNvPicPr>
                </pic:nvPicPr>
                <pic:blipFill>
                  <a:blip r:embed="rId1"/>
                  <a:srcRect t="14005" b="14005"/>
                  <a:stretch>
                    <a:fillRect/>
                  </a:stretch>
                </pic:blipFill>
                <pic:spPr>
                  <a:xfrm>
                    <a:off x="0" y="0"/>
                    <a:ext cx="2134603" cy="1536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A329E1"/>
    <w:multiLevelType w:val="hybridMultilevel"/>
    <w:tmpl w:val="8A44C7EC"/>
    <w:lvl w:ilvl="0" w:tplc="37C8421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C1"/>
    <w:multiLevelType w:val="hybridMultilevel"/>
    <w:tmpl w:val="E2C8D7CC"/>
    <w:lvl w:ilvl="0" w:tplc="3EC8FC1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30653"/>
    <w:multiLevelType w:val="multilevel"/>
    <w:tmpl w:val="7DDE2626"/>
    <w:lvl w:ilvl="0">
      <w:start w:val="1"/>
      <w:numFmt w:val="bullet"/>
      <w:lvlText w:val="*"/>
      <w:lvlJc w:val="left"/>
      <w:pPr>
        <w:ind w:left="174" w:hanging="174"/>
      </w:pPr>
      <w:rPr>
        <w:rFonts w:ascii="Times" w:eastAsia="Times" w:hAnsi="Times" w:cs="Times"/>
        <w:b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*"/>
      <w:lvlJc w:val="left"/>
      <w:pPr>
        <w:ind w:left="774" w:hanging="173"/>
      </w:pPr>
      <w:rPr>
        <w:rFonts w:ascii="Times" w:eastAsia="Times" w:hAnsi="Times" w:cs="Times"/>
        <w:b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*"/>
      <w:lvlJc w:val="left"/>
      <w:pPr>
        <w:ind w:left="1374" w:hanging="174"/>
      </w:pPr>
      <w:rPr>
        <w:rFonts w:ascii="Times" w:eastAsia="Times" w:hAnsi="Times" w:cs="Times"/>
        <w:b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*"/>
      <w:lvlJc w:val="left"/>
      <w:pPr>
        <w:ind w:left="1974" w:hanging="174"/>
      </w:pPr>
      <w:rPr>
        <w:rFonts w:ascii="Times" w:eastAsia="Times" w:hAnsi="Times" w:cs="Times"/>
        <w:b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*"/>
      <w:lvlJc w:val="left"/>
      <w:pPr>
        <w:ind w:left="2574" w:hanging="174"/>
      </w:pPr>
      <w:rPr>
        <w:rFonts w:ascii="Times" w:eastAsia="Times" w:hAnsi="Times" w:cs="Times"/>
        <w:b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*"/>
      <w:lvlJc w:val="left"/>
      <w:pPr>
        <w:ind w:left="3174" w:hanging="174"/>
      </w:pPr>
      <w:rPr>
        <w:rFonts w:ascii="Times" w:eastAsia="Times" w:hAnsi="Times" w:cs="Times"/>
        <w:b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*"/>
      <w:lvlJc w:val="left"/>
      <w:pPr>
        <w:ind w:left="3774" w:hanging="174"/>
      </w:pPr>
      <w:rPr>
        <w:rFonts w:ascii="Times" w:eastAsia="Times" w:hAnsi="Times" w:cs="Times"/>
        <w:b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*"/>
      <w:lvlJc w:val="left"/>
      <w:pPr>
        <w:ind w:left="4374" w:hanging="174"/>
      </w:pPr>
      <w:rPr>
        <w:rFonts w:ascii="Times" w:eastAsia="Times" w:hAnsi="Times" w:cs="Times"/>
        <w:b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*"/>
      <w:lvlJc w:val="left"/>
      <w:pPr>
        <w:ind w:left="4974" w:hanging="174"/>
      </w:pPr>
      <w:rPr>
        <w:rFonts w:ascii="Times" w:eastAsia="Times" w:hAnsi="Times" w:cs="Times"/>
        <w:b/>
        <w:i w:val="0"/>
        <w:smallCaps w:val="0"/>
        <w:strike w:val="0"/>
        <w:shd w:val="clear" w:color="auto" w:fill="auto"/>
        <w:vertAlign w:val="baseline"/>
      </w:rPr>
    </w:lvl>
  </w:abstractNum>
  <w:abstractNum w:abstractNumId="4" w15:restartNumberingAfterBreak="0">
    <w:nsid w:val="0D676B03"/>
    <w:multiLevelType w:val="multilevel"/>
    <w:tmpl w:val="66C62F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F54106C"/>
    <w:multiLevelType w:val="multilevel"/>
    <w:tmpl w:val="5E86CE7A"/>
    <w:lvl w:ilvl="0">
      <w:start w:val="1"/>
      <w:numFmt w:val="decimal"/>
      <w:lvlText w:val="%1."/>
      <w:lvlJc w:val="left"/>
      <w:pPr>
        <w:ind w:left="324" w:hanging="324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404" w:hanging="324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2124" w:hanging="324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44" w:hanging="324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3564" w:hanging="324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4284" w:hanging="324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04" w:hanging="32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5724" w:hanging="324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6444" w:hanging="324"/>
      </w:pPr>
      <w:rPr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271C1770"/>
    <w:multiLevelType w:val="hybridMultilevel"/>
    <w:tmpl w:val="95D8E6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27CC8"/>
    <w:multiLevelType w:val="hybridMultilevel"/>
    <w:tmpl w:val="45AE70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D3B5C"/>
    <w:multiLevelType w:val="hybridMultilevel"/>
    <w:tmpl w:val="D86AF4A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545FC"/>
    <w:multiLevelType w:val="hybridMultilevel"/>
    <w:tmpl w:val="7458B974"/>
    <w:lvl w:ilvl="0" w:tplc="3EF257BC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C1456"/>
    <w:multiLevelType w:val="hybridMultilevel"/>
    <w:tmpl w:val="BADC40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949A7"/>
    <w:multiLevelType w:val="hybridMultilevel"/>
    <w:tmpl w:val="B8E4AC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946383"/>
    <w:multiLevelType w:val="hybridMultilevel"/>
    <w:tmpl w:val="BDDA0D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41B3F"/>
    <w:multiLevelType w:val="multilevel"/>
    <w:tmpl w:val="F042A254"/>
    <w:lvl w:ilvl="0">
      <w:start w:val="1"/>
      <w:numFmt w:val="decimal"/>
      <w:lvlText w:val="%1."/>
      <w:lvlJc w:val="left"/>
      <w:pPr>
        <w:ind w:left="324" w:hanging="324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404" w:hanging="324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2124" w:hanging="324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44" w:hanging="324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3564" w:hanging="324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4284" w:hanging="324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04" w:hanging="32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5724" w:hanging="324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6444" w:hanging="324"/>
      </w:pPr>
      <w:rPr>
        <w:smallCaps w:val="0"/>
        <w:strike w:val="0"/>
        <w:shd w:val="clear" w:color="auto" w:fill="auto"/>
        <w:vertAlign w:val="baseline"/>
      </w:rPr>
    </w:lvl>
  </w:abstractNum>
  <w:abstractNum w:abstractNumId="14" w15:restartNumberingAfterBreak="0">
    <w:nsid w:val="6BF906A1"/>
    <w:multiLevelType w:val="hybridMultilevel"/>
    <w:tmpl w:val="E30829A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F10F7A"/>
    <w:multiLevelType w:val="hybridMultilevel"/>
    <w:tmpl w:val="E4342D0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859292">
    <w:abstractNumId w:val="0"/>
  </w:num>
  <w:num w:numId="2" w16cid:durableId="1844970872">
    <w:abstractNumId w:val="5"/>
  </w:num>
  <w:num w:numId="3" w16cid:durableId="1234389524">
    <w:abstractNumId w:val="13"/>
  </w:num>
  <w:num w:numId="4" w16cid:durableId="162208798">
    <w:abstractNumId w:val="4"/>
  </w:num>
  <w:num w:numId="5" w16cid:durableId="394157971">
    <w:abstractNumId w:val="3"/>
  </w:num>
  <w:num w:numId="6" w16cid:durableId="1714573380">
    <w:abstractNumId w:val="6"/>
  </w:num>
  <w:num w:numId="7" w16cid:durableId="308095625">
    <w:abstractNumId w:val="10"/>
  </w:num>
  <w:num w:numId="8" w16cid:durableId="745883525">
    <w:abstractNumId w:val="7"/>
  </w:num>
  <w:num w:numId="9" w16cid:durableId="1022707479">
    <w:abstractNumId w:val="11"/>
  </w:num>
  <w:num w:numId="10" w16cid:durableId="2048286388">
    <w:abstractNumId w:val="9"/>
  </w:num>
  <w:num w:numId="11" w16cid:durableId="1883323621">
    <w:abstractNumId w:val="12"/>
  </w:num>
  <w:num w:numId="12" w16cid:durableId="1030449407">
    <w:abstractNumId w:val="2"/>
  </w:num>
  <w:num w:numId="13" w16cid:durableId="453402768">
    <w:abstractNumId w:val="15"/>
  </w:num>
  <w:num w:numId="14" w16cid:durableId="1779790714">
    <w:abstractNumId w:val="1"/>
  </w:num>
  <w:num w:numId="15" w16cid:durableId="1211265704">
    <w:abstractNumId w:val="14"/>
  </w:num>
  <w:num w:numId="16" w16cid:durableId="3450553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5FD"/>
    <w:rsid w:val="00052AE7"/>
    <w:rsid w:val="0006534F"/>
    <w:rsid w:val="000756D8"/>
    <w:rsid w:val="00090C2F"/>
    <w:rsid w:val="000A77F4"/>
    <w:rsid w:val="000C3725"/>
    <w:rsid w:val="000C68DB"/>
    <w:rsid w:val="001076C5"/>
    <w:rsid w:val="00144CDF"/>
    <w:rsid w:val="00146C86"/>
    <w:rsid w:val="00163981"/>
    <w:rsid w:val="001C39AD"/>
    <w:rsid w:val="001E156F"/>
    <w:rsid w:val="00205D3D"/>
    <w:rsid w:val="002202D9"/>
    <w:rsid w:val="00231084"/>
    <w:rsid w:val="00261214"/>
    <w:rsid w:val="00282506"/>
    <w:rsid w:val="00287353"/>
    <w:rsid w:val="002E3730"/>
    <w:rsid w:val="002F759E"/>
    <w:rsid w:val="00303322"/>
    <w:rsid w:val="00304062"/>
    <w:rsid w:val="0041511F"/>
    <w:rsid w:val="004A3966"/>
    <w:rsid w:val="004B4AF3"/>
    <w:rsid w:val="00512420"/>
    <w:rsid w:val="005175FD"/>
    <w:rsid w:val="00523CF5"/>
    <w:rsid w:val="00524C0D"/>
    <w:rsid w:val="00536EDD"/>
    <w:rsid w:val="00556ADF"/>
    <w:rsid w:val="0058457E"/>
    <w:rsid w:val="005A1B29"/>
    <w:rsid w:val="005B3EE1"/>
    <w:rsid w:val="005E3B14"/>
    <w:rsid w:val="005E42B2"/>
    <w:rsid w:val="00662BB4"/>
    <w:rsid w:val="00687E74"/>
    <w:rsid w:val="006A098D"/>
    <w:rsid w:val="006E4A8B"/>
    <w:rsid w:val="00724E87"/>
    <w:rsid w:val="007260FC"/>
    <w:rsid w:val="00726485"/>
    <w:rsid w:val="00733CFB"/>
    <w:rsid w:val="00744FDF"/>
    <w:rsid w:val="00751DE9"/>
    <w:rsid w:val="00773DA6"/>
    <w:rsid w:val="00785DE1"/>
    <w:rsid w:val="007B2611"/>
    <w:rsid w:val="007B5EF7"/>
    <w:rsid w:val="007D46FD"/>
    <w:rsid w:val="007D78BB"/>
    <w:rsid w:val="007E684B"/>
    <w:rsid w:val="008016C1"/>
    <w:rsid w:val="00803543"/>
    <w:rsid w:val="00831929"/>
    <w:rsid w:val="008849C5"/>
    <w:rsid w:val="0089160F"/>
    <w:rsid w:val="008D0F71"/>
    <w:rsid w:val="008E050A"/>
    <w:rsid w:val="00901CFA"/>
    <w:rsid w:val="00916801"/>
    <w:rsid w:val="009309AE"/>
    <w:rsid w:val="009407F8"/>
    <w:rsid w:val="0095257A"/>
    <w:rsid w:val="009A4802"/>
    <w:rsid w:val="009B4DEA"/>
    <w:rsid w:val="009B57AB"/>
    <w:rsid w:val="009D7554"/>
    <w:rsid w:val="009E7A1E"/>
    <w:rsid w:val="00A115E3"/>
    <w:rsid w:val="00A26700"/>
    <w:rsid w:val="00A8755B"/>
    <w:rsid w:val="00AE3E8D"/>
    <w:rsid w:val="00B25BBB"/>
    <w:rsid w:val="00B26FE4"/>
    <w:rsid w:val="00B47E55"/>
    <w:rsid w:val="00BC4504"/>
    <w:rsid w:val="00BD3247"/>
    <w:rsid w:val="00C166D5"/>
    <w:rsid w:val="00C3660D"/>
    <w:rsid w:val="00CA46D4"/>
    <w:rsid w:val="00CA5372"/>
    <w:rsid w:val="00CB1EBE"/>
    <w:rsid w:val="00CD152D"/>
    <w:rsid w:val="00CD6BB4"/>
    <w:rsid w:val="00CF1BE1"/>
    <w:rsid w:val="00D56FA9"/>
    <w:rsid w:val="00D80522"/>
    <w:rsid w:val="00D94B9C"/>
    <w:rsid w:val="00DC0042"/>
    <w:rsid w:val="00DC367B"/>
    <w:rsid w:val="00DD2ED6"/>
    <w:rsid w:val="00DF431D"/>
    <w:rsid w:val="00E15416"/>
    <w:rsid w:val="00E57177"/>
    <w:rsid w:val="00EB3368"/>
    <w:rsid w:val="00EE5CEB"/>
    <w:rsid w:val="00EF5D5B"/>
    <w:rsid w:val="00F67E0E"/>
    <w:rsid w:val="00F812AB"/>
    <w:rsid w:val="00F947F1"/>
    <w:rsid w:val="00FB1B2E"/>
    <w:rsid w:val="00FB1F6E"/>
    <w:rsid w:val="17B548FA"/>
    <w:rsid w:val="19C9E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25B79"/>
  <w15:chartTrackingRefBased/>
  <w15:docId w15:val="{AEF857C8-65FE-3C4A-AB0F-DF46E8B7F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next w:val="Standaard"/>
    <w:link w:val="Kop1Char"/>
    <w:autoRedefine/>
    <w:uiPriority w:val="9"/>
    <w:qFormat/>
    <w:rsid w:val="00B25BBB"/>
    <w:pPr>
      <w:keepNext/>
      <w:keepLines/>
      <w:spacing w:before="240"/>
      <w:outlineLvl w:val="0"/>
    </w:pPr>
    <w:rPr>
      <w:rFonts w:ascii="Cambria" w:eastAsia="Times" w:hAnsi="Cambria" w:cstheme="majorHAnsi"/>
      <w:iCs/>
      <w:color w:val="323E4F"/>
      <w:sz w:val="20"/>
      <w:szCs w:val="20"/>
    </w:rPr>
  </w:style>
  <w:style w:type="paragraph" w:styleId="Kop2">
    <w:name w:val="heading 2"/>
    <w:basedOn w:val="Kop1"/>
    <w:next w:val="Standaard"/>
    <w:link w:val="Kop2Char"/>
    <w:autoRedefine/>
    <w:uiPriority w:val="9"/>
    <w:unhideWhenUsed/>
    <w:qFormat/>
    <w:rsid w:val="00733CFB"/>
    <w:pPr>
      <w:spacing w:before="40"/>
      <w:outlineLvl w:val="1"/>
    </w:pPr>
    <w:rPr>
      <w:sz w:val="28"/>
    </w:rPr>
  </w:style>
  <w:style w:type="paragraph" w:styleId="Kop3">
    <w:name w:val="heading 3"/>
    <w:next w:val="Standaard"/>
    <w:link w:val="Kop3Char"/>
    <w:autoRedefine/>
    <w:uiPriority w:val="9"/>
    <w:unhideWhenUsed/>
    <w:qFormat/>
    <w:rsid w:val="009A4802"/>
    <w:pPr>
      <w:outlineLvl w:val="2"/>
    </w:pPr>
    <w:rPr>
      <w:rFonts w:ascii="Cambria" w:eastAsia="Calibri" w:hAnsi="Cambria" w:cstheme="majorHAnsi"/>
      <w:b/>
      <w:bCs/>
      <w:iCs/>
      <w:color w:val="323E4F"/>
      <w:sz w:val="20"/>
      <w:szCs w:val="20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E3E8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E3E8D"/>
  </w:style>
  <w:style w:type="paragraph" w:styleId="Voettekst">
    <w:name w:val="footer"/>
    <w:basedOn w:val="Standaard"/>
    <w:link w:val="VoettekstChar"/>
    <w:uiPriority w:val="99"/>
    <w:unhideWhenUsed/>
    <w:rsid w:val="00AE3E8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E3E8D"/>
  </w:style>
  <w:style w:type="paragraph" w:styleId="Geenafstand">
    <w:name w:val="No Spacing"/>
    <w:link w:val="GeenafstandChar"/>
    <w:autoRedefine/>
    <w:uiPriority w:val="1"/>
    <w:qFormat/>
    <w:rsid w:val="009E7A1E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Theme="majorHAnsi" w:eastAsia="Times" w:hAnsiTheme="majorHAnsi" w:cs="Times"/>
      <w:iCs/>
      <w:color w:val="424242"/>
      <w:sz w:val="20"/>
      <w:szCs w:val="22"/>
      <w:u w:color="434343"/>
      <w:bdr w:val="nil"/>
      <w:lang w:eastAsia="zh-CN"/>
      <w14:textFill>
        <w14:solidFill>
          <w14:srgbClr w14:val="424242">
            <w14:lumMod w14:val="50000"/>
          </w14:srgbClr>
        </w14:solidFill>
      </w14:textFill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9E7A1E"/>
    <w:rPr>
      <w:rFonts w:asciiTheme="majorHAnsi" w:eastAsia="Times" w:hAnsiTheme="majorHAnsi" w:cs="Times"/>
      <w:iCs/>
      <w:color w:val="424242"/>
      <w:sz w:val="20"/>
      <w:szCs w:val="22"/>
      <w:u w:color="434343"/>
      <w:bdr w:val="nil"/>
      <w:lang w:eastAsia="zh-CN"/>
      <w14:textFill>
        <w14:solidFill>
          <w14:srgbClr w14:val="424242">
            <w14:lumMod w14:val="50000"/>
          </w14:srgbClr>
        </w14:solidFill>
      </w14:textFill>
    </w:rPr>
  </w:style>
  <w:style w:type="character" w:customStyle="1" w:styleId="Kop1Char">
    <w:name w:val="Kop 1 Char"/>
    <w:basedOn w:val="Standaardalinea-lettertype"/>
    <w:link w:val="Kop1"/>
    <w:uiPriority w:val="9"/>
    <w:rsid w:val="00B25BBB"/>
    <w:rPr>
      <w:rFonts w:ascii="Cambria" w:eastAsia="Times" w:hAnsi="Cambria" w:cstheme="majorHAnsi"/>
      <w:iCs/>
      <w:color w:val="323E4F"/>
      <w:sz w:val="20"/>
      <w:szCs w:val="20"/>
    </w:rPr>
  </w:style>
  <w:style w:type="character" w:customStyle="1" w:styleId="Kop2Char">
    <w:name w:val="Kop 2 Char"/>
    <w:basedOn w:val="Standaardalinea-lettertype"/>
    <w:link w:val="Kop2"/>
    <w:uiPriority w:val="9"/>
    <w:rsid w:val="00733CFB"/>
    <w:rPr>
      <w:rFonts w:ascii="Cambria" w:eastAsia="Times" w:hAnsi="Cambria" w:cstheme="majorHAnsi"/>
      <w:iCs/>
      <w:color w:val="323E4F"/>
      <w:sz w:val="28"/>
      <w:szCs w:val="20"/>
    </w:rPr>
  </w:style>
  <w:style w:type="paragraph" w:styleId="Titel">
    <w:name w:val="Title"/>
    <w:aliases w:val="Titel - voorblad"/>
    <w:basedOn w:val="Standaard"/>
    <w:next w:val="Standaard"/>
    <w:link w:val="TitelChar"/>
    <w:autoRedefine/>
    <w:uiPriority w:val="10"/>
    <w:qFormat/>
    <w:rsid w:val="00733CFB"/>
    <w:pPr>
      <w:contextualSpacing/>
      <w:jc w:val="center"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TitelChar">
    <w:name w:val="Titel Char"/>
    <w:aliases w:val="Titel - voorblad Char"/>
    <w:basedOn w:val="Standaardalinea-lettertype"/>
    <w:link w:val="Titel"/>
    <w:uiPriority w:val="10"/>
    <w:rsid w:val="00733CFB"/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styleId="Hyperlink">
    <w:name w:val="Hyperlink"/>
    <w:basedOn w:val="Standaardalinea-lettertype"/>
    <w:uiPriority w:val="99"/>
    <w:unhideWhenUsed/>
    <w:rsid w:val="0058457E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8457E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67E0E"/>
    <w:rPr>
      <w:color w:val="954F72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44CDF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44CDF"/>
    <w:rPr>
      <w:rFonts w:ascii="Times New Roman" w:hAnsi="Times New Roman" w:cs="Times New Roman"/>
      <w:sz w:val="18"/>
      <w:szCs w:val="18"/>
    </w:rPr>
  </w:style>
  <w:style w:type="paragraph" w:customStyle="1" w:styleId="versienummer-voorblad">
    <w:name w:val="versie nummer - voorblad"/>
    <w:basedOn w:val="Standaard"/>
    <w:qFormat/>
    <w:rsid w:val="00CA46D4"/>
    <w:pPr>
      <w:ind w:right="-3"/>
      <w:jc w:val="center"/>
    </w:pPr>
    <w:rPr>
      <w:color w:val="C7D2CE"/>
    </w:rPr>
  </w:style>
  <w:style w:type="character" w:customStyle="1" w:styleId="Kop3Char">
    <w:name w:val="Kop 3 Char"/>
    <w:basedOn w:val="Standaardalinea-lettertype"/>
    <w:link w:val="Kop3"/>
    <w:uiPriority w:val="9"/>
    <w:rsid w:val="009A4802"/>
    <w:rPr>
      <w:rFonts w:ascii="Cambria" w:eastAsia="Calibri" w:hAnsi="Cambria" w:cstheme="majorHAnsi"/>
      <w:b/>
      <w:bCs/>
      <w:iCs/>
      <w:color w:val="323E4F"/>
      <w:sz w:val="20"/>
      <w:szCs w:val="20"/>
      <w:lang w:eastAsia="zh-CN"/>
    </w:rPr>
  </w:style>
  <w:style w:type="character" w:styleId="Zwaar">
    <w:name w:val="Strong"/>
    <w:basedOn w:val="Standaardalinea-lettertype"/>
    <w:uiPriority w:val="22"/>
    <w:qFormat/>
    <w:rsid w:val="00A875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hanscoppens/Library/Group%20Containers/UBF8T346G9.Office/User%20Content.localized/Templates.localized/bijelkaar_sjablo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96B398131C2A4BA8EE49C746A0F9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6F13271-AF7A-8C43-A260-3DC1783B5DBF}"/>
      </w:docPartPr>
      <w:docPartBody>
        <w:p w:rsidR="00EF3DE4" w:rsidRDefault="00D80522">
          <w:pPr>
            <w:pStyle w:val="EA96B398131C2A4BA8EE49C746A0F9C9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[Titel van document]</w:t>
          </w:r>
        </w:p>
      </w:docPartBody>
    </w:docPart>
    <w:docPart>
      <w:docPartPr>
        <w:name w:val="E5DF4DB1F73F1947BF473D68F96E76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F4B289-EBCB-0248-9309-D5DBF9A6A2F1}"/>
      </w:docPartPr>
      <w:docPartBody>
        <w:p w:rsidR="00EF3DE4" w:rsidRDefault="00D80522">
          <w:pPr>
            <w:pStyle w:val="E5DF4DB1F73F1947BF473D68F96E76ED"/>
          </w:pPr>
          <w:r>
            <w:rPr>
              <w:color w:val="4472C4" w:themeColor="accent1"/>
              <w:sz w:val="28"/>
              <w:szCs w:val="28"/>
            </w:rPr>
            <w:t>[Ondertitel van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﷽﷽﷽﷽﷽﷽﷽﷽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mo">
    <w:altName w:val="Calibri"/>
    <w:panose1 w:val="020B0604020202020204"/>
    <w:charset w:val="00"/>
    <w:family w:val="auto"/>
    <w:pitch w:val="default"/>
  </w:font>
  <w:font w:name="Trebuchet MS">
    <w:altName w:val="﷽﷽﷽﷽﷽﷽﷽﷽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522"/>
    <w:rsid w:val="001256A3"/>
    <w:rsid w:val="002D595B"/>
    <w:rsid w:val="003278AF"/>
    <w:rsid w:val="0061525D"/>
    <w:rsid w:val="00674DD7"/>
    <w:rsid w:val="00A8572B"/>
    <w:rsid w:val="00AA682A"/>
    <w:rsid w:val="00B83863"/>
    <w:rsid w:val="00BD7C6B"/>
    <w:rsid w:val="00C77AD2"/>
    <w:rsid w:val="00D80522"/>
    <w:rsid w:val="00D83E14"/>
    <w:rsid w:val="00EF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A96B398131C2A4BA8EE49C746A0F9C9">
    <w:name w:val="EA96B398131C2A4BA8EE49C746A0F9C9"/>
  </w:style>
  <w:style w:type="paragraph" w:customStyle="1" w:styleId="E5DF4DB1F73F1947BF473D68F96E76ED">
    <w:name w:val="E5DF4DB1F73F1947BF473D68F96E76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7FE3EA-8821-8949-8849-0DB55FDB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bijelkaar_sjabloon.dotx</Template>
  <TotalTime>1</TotalTime>
  <Pages>1</Pages>
  <Words>973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Aanmeldformulier Wonen 
Bij Elkaar</vt:lpstr>
    </vt:vector>
  </TitlesOfParts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Aanmeldformulier Wonen 
Bij Elkaar</dc:title>
  <dc:subject>Versie 4 – 5 januari 2021</dc:subject>
  <dc:creator>Microsoft Office User</dc:creator>
  <cp:keywords/>
  <dc:description/>
  <cp:lastModifiedBy>Priscilla de Vreugd</cp:lastModifiedBy>
  <cp:revision>2</cp:revision>
  <cp:lastPrinted>2020-06-24T10:18:00Z</cp:lastPrinted>
  <dcterms:created xsi:type="dcterms:W3CDTF">2023-01-09T10:31:00Z</dcterms:created>
  <dcterms:modified xsi:type="dcterms:W3CDTF">2023-01-09T10:31:00Z</dcterms:modified>
</cp:coreProperties>
</file>